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EEAE5" w14:textId="77777777" w:rsidR="00F815DC" w:rsidRPr="0028321A" w:rsidRDefault="00F815DC" w:rsidP="00F7731D">
      <w:pPr>
        <w:tabs>
          <w:tab w:val="left" w:pos="5310"/>
        </w:tabs>
        <w:spacing w:before="240" w:after="0"/>
        <w:jc w:val="center"/>
        <w:rPr>
          <w:b/>
          <w:bCs/>
          <w:szCs w:val="24"/>
        </w:rPr>
      </w:pPr>
      <w:r w:rsidRPr="0028321A">
        <w:rPr>
          <w:b/>
          <w:bCs/>
          <w:szCs w:val="24"/>
        </w:rPr>
        <w:t>Chapter 1</w:t>
      </w:r>
    </w:p>
    <w:p w14:paraId="70460936" w14:textId="77777777" w:rsidR="00F815DC" w:rsidRPr="0028321A" w:rsidRDefault="00DA2EF2" w:rsidP="0028321A">
      <w:pPr>
        <w:spacing w:before="240" w:after="0"/>
        <w:jc w:val="center"/>
        <w:rPr>
          <w:b/>
          <w:bCs/>
          <w:szCs w:val="24"/>
        </w:rPr>
      </w:pPr>
      <w:r w:rsidRPr="0028321A">
        <w:rPr>
          <w:b/>
          <w:bCs/>
          <w:szCs w:val="24"/>
        </w:rPr>
        <w:t>OVERVIEW OF THE PROGRAM AND PLAN</w:t>
      </w:r>
    </w:p>
    <w:p w14:paraId="49DC5B65" w14:textId="77777777" w:rsidR="00DA2EF2" w:rsidRPr="0028321A" w:rsidRDefault="00DA2EF2"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sidRPr="0028321A">
        <w:rPr>
          <w:szCs w:val="24"/>
        </w:rPr>
        <w:t>INTRODUCTION</w:t>
      </w:r>
    </w:p>
    <w:p w14:paraId="25AB186C" w14:textId="77777777" w:rsidR="00DA2EF2" w:rsidRPr="00C13B18" w:rsidRDefault="00DA2EF2" w:rsidP="00C13B18">
      <w:pPr>
        <w:spacing w:before="120" w:after="0"/>
      </w:pPr>
      <w:r w:rsidRPr="00C13B18">
        <w:t xml:space="preserve">The PHA receives its </w:t>
      </w:r>
      <w:r w:rsidR="003151E8" w:rsidRPr="00C13B18">
        <w:t>operating s</w:t>
      </w:r>
      <w:r w:rsidR="001A53AF" w:rsidRPr="00C13B18">
        <w:t>ubsidy for the p</w:t>
      </w:r>
      <w:r w:rsidR="003151E8" w:rsidRPr="00C13B18">
        <w:t xml:space="preserve">ublic </w:t>
      </w:r>
      <w:r w:rsidR="001A53AF" w:rsidRPr="00C13B18">
        <w:t>h</w:t>
      </w:r>
      <w:r w:rsidR="003151E8" w:rsidRPr="00C13B18">
        <w:t xml:space="preserve">ousing </w:t>
      </w:r>
      <w:r w:rsidR="0030333C" w:rsidRPr="00C13B18">
        <w:t>p</w:t>
      </w:r>
      <w:r w:rsidRPr="00C13B18">
        <w:t>rogram from the Department of Housing and Urban Development.</w:t>
      </w:r>
      <w:r w:rsidR="000D53BA" w:rsidRPr="00C13B18">
        <w:t xml:space="preserve"> </w:t>
      </w:r>
      <w:r w:rsidR="00FF0377" w:rsidRPr="00C13B18">
        <w:t>T</w:t>
      </w:r>
      <w:r w:rsidRPr="00C13B18">
        <w:t>he PHA is not a federal department or agency</w:t>
      </w:r>
      <w:r w:rsidR="00FF0377" w:rsidRPr="00C13B18">
        <w:t xml:space="preserve">. </w:t>
      </w:r>
      <w:r w:rsidRPr="00C13B18">
        <w:t xml:space="preserve">A public housing agency (PHA) is a governmental or public body, created and authorized by state law to develop and operate housing and housing programs for low-income families. </w:t>
      </w:r>
      <w:r w:rsidR="00FF0377" w:rsidRPr="00C13B18">
        <w:t xml:space="preserve">The PHA </w:t>
      </w:r>
      <w:proofErr w:type="gramStart"/>
      <w:r w:rsidR="00FF0377" w:rsidRPr="00C13B18">
        <w:t>enters into</w:t>
      </w:r>
      <w:proofErr w:type="gramEnd"/>
      <w:r w:rsidR="00FF0377" w:rsidRPr="00C13B18">
        <w:t xml:space="preserve"> an Annual Contributions Contract with HUD to administer the </w:t>
      </w:r>
      <w:r w:rsidR="00A51182">
        <w:t>public housing program</w:t>
      </w:r>
      <w:r w:rsidR="00FF0377" w:rsidRPr="00C13B18">
        <w:t xml:space="preserve">. The PHA must ensure compliance with </w:t>
      </w:r>
      <w:r w:rsidR="0030333C" w:rsidRPr="00C13B18">
        <w:t xml:space="preserve">federal </w:t>
      </w:r>
      <w:r w:rsidR="00FF0377" w:rsidRPr="00C13B18">
        <w:t xml:space="preserve">laws, regulations and </w:t>
      </w:r>
      <w:proofErr w:type="gramStart"/>
      <w:r w:rsidR="00FF0377" w:rsidRPr="00C13B18">
        <w:t>notices</w:t>
      </w:r>
      <w:proofErr w:type="gramEnd"/>
      <w:r w:rsidR="00FF0377" w:rsidRPr="00C13B18">
        <w:t xml:space="preserve"> and must establish polic</w:t>
      </w:r>
      <w:r w:rsidR="00E92942">
        <w:t>ies</w:t>
      </w:r>
      <w:r w:rsidR="00FF0377" w:rsidRPr="00C13B18">
        <w:t xml:space="preserve"> and procedures to clarify federal requirements and to ensure con</w:t>
      </w:r>
      <w:r w:rsidR="0028321A" w:rsidRPr="00C13B18">
        <w:t>sistency in program operation.</w:t>
      </w:r>
    </w:p>
    <w:p w14:paraId="2FD49BD6" w14:textId="77777777" w:rsidR="00FF0377" w:rsidRPr="00C13B18" w:rsidRDefault="00FF0377" w:rsidP="00C13B18">
      <w:pPr>
        <w:spacing w:before="120" w:after="0"/>
      </w:pPr>
      <w:r w:rsidRPr="00C13B18">
        <w:t xml:space="preserve">This chapter contains information about the PHA and its programs with emphasis on the </w:t>
      </w:r>
      <w:r w:rsidR="001A53AF" w:rsidRPr="00C13B18">
        <w:t>p</w:t>
      </w:r>
      <w:r w:rsidR="00B06275" w:rsidRPr="00C13B18">
        <w:t>u</w:t>
      </w:r>
      <w:r w:rsidR="001A53AF" w:rsidRPr="00C13B18">
        <w:t>blic h</w:t>
      </w:r>
      <w:r w:rsidR="00B06275" w:rsidRPr="00C13B18">
        <w:t>ousing pro</w:t>
      </w:r>
      <w:r w:rsidRPr="00C13B18">
        <w:t>gram.</w:t>
      </w:r>
      <w:r w:rsidR="000D53BA" w:rsidRPr="00C13B18">
        <w:t xml:space="preserve"> </w:t>
      </w:r>
      <w:r w:rsidRPr="00C13B18">
        <w:t xml:space="preserve">It also contains information about the purpose, intent and use of the </w:t>
      </w:r>
      <w:r w:rsidR="0030333C" w:rsidRPr="00C13B18">
        <w:t xml:space="preserve">plan </w:t>
      </w:r>
      <w:r w:rsidRPr="00C13B18">
        <w:t xml:space="preserve">and </w:t>
      </w:r>
      <w:r w:rsidR="0030333C" w:rsidRPr="00C13B18">
        <w:t>guide</w:t>
      </w:r>
      <w:r w:rsidRPr="00C13B18">
        <w:t>.</w:t>
      </w:r>
    </w:p>
    <w:p w14:paraId="0A6B27DA" w14:textId="77777777" w:rsidR="00FF0377" w:rsidRPr="0028321A" w:rsidRDefault="00FF0377" w:rsidP="0028321A">
      <w:pPr>
        <w:spacing w:before="120" w:after="0"/>
        <w:rPr>
          <w:szCs w:val="24"/>
        </w:rPr>
      </w:pPr>
      <w:r w:rsidRPr="0028321A">
        <w:rPr>
          <w:szCs w:val="24"/>
        </w:rPr>
        <w:t>There are three parts to this chapter:</w:t>
      </w:r>
    </w:p>
    <w:p w14:paraId="4BE49822" w14:textId="77777777" w:rsidR="00FF0377" w:rsidRPr="0028321A" w:rsidRDefault="00FF0377" w:rsidP="0028321A">
      <w:pPr>
        <w:spacing w:before="120" w:after="0"/>
        <w:ind w:left="720"/>
        <w:rPr>
          <w:szCs w:val="24"/>
        </w:rPr>
      </w:pPr>
      <w:r w:rsidRPr="0028321A">
        <w:rPr>
          <w:szCs w:val="24"/>
          <w:u w:val="single"/>
        </w:rPr>
        <w:t>Part I: The Public Housing Agency (PHA)</w:t>
      </w:r>
      <w:r w:rsidRPr="0028321A">
        <w:rPr>
          <w:szCs w:val="24"/>
        </w:rPr>
        <w:t xml:space="preserve">. This </w:t>
      </w:r>
      <w:r w:rsidR="00D502E0" w:rsidRPr="0028321A">
        <w:rPr>
          <w:szCs w:val="24"/>
        </w:rPr>
        <w:t xml:space="preserve">part </w:t>
      </w:r>
      <w:r w:rsidRPr="0028321A">
        <w:rPr>
          <w:szCs w:val="24"/>
        </w:rPr>
        <w:t xml:space="preserve">includes a description of the PHA, its jurisdiction, its programs, and its mission and intent. </w:t>
      </w:r>
    </w:p>
    <w:p w14:paraId="1BAD2433" w14:textId="77777777" w:rsidR="00FF0377" w:rsidRPr="0028321A" w:rsidRDefault="00FF0377" w:rsidP="0028321A">
      <w:pPr>
        <w:spacing w:before="120" w:after="0"/>
        <w:ind w:left="720"/>
        <w:rPr>
          <w:szCs w:val="24"/>
        </w:rPr>
      </w:pPr>
      <w:r w:rsidRPr="0028321A">
        <w:rPr>
          <w:szCs w:val="24"/>
          <w:u w:val="single"/>
        </w:rPr>
        <w:t xml:space="preserve">Part II: The </w:t>
      </w:r>
      <w:r w:rsidR="00972E4B">
        <w:rPr>
          <w:szCs w:val="24"/>
          <w:u w:val="single"/>
        </w:rPr>
        <w:t>Public Housing</w:t>
      </w:r>
      <w:r w:rsidRPr="0028321A">
        <w:rPr>
          <w:szCs w:val="24"/>
          <w:u w:val="single"/>
        </w:rPr>
        <w:t xml:space="preserve"> Program</w:t>
      </w:r>
      <w:r w:rsidRPr="0028321A">
        <w:rPr>
          <w:szCs w:val="24"/>
        </w:rPr>
        <w:t xml:space="preserve">. This </w:t>
      </w:r>
      <w:r w:rsidR="00D502E0" w:rsidRPr="0028321A">
        <w:rPr>
          <w:szCs w:val="24"/>
        </w:rPr>
        <w:t xml:space="preserve">part </w:t>
      </w:r>
      <w:r w:rsidRPr="0028321A">
        <w:rPr>
          <w:szCs w:val="24"/>
        </w:rPr>
        <w:t xml:space="preserve">contains information about </w:t>
      </w:r>
      <w:r w:rsidR="00F7731D">
        <w:rPr>
          <w:szCs w:val="24"/>
        </w:rPr>
        <w:t>public h</w:t>
      </w:r>
      <w:r w:rsidR="003151E8">
        <w:rPr>
          <w:szCs w:val="24"/>
        </w:rPr>
        <w:t>ousing</w:t>
      </w:r>
      <w:r w:rsidRPr="0028321A">
        <w:rPr>
          <w:szCs w:val="24"/>
        </w:rPr>
        <w:t xml:space="preserve"> </w:t>
      </w:r>
      <w:proofErr w:type="gramStart"/>
      <w:r w:rsidRPr="0028321A">
        <w:rPr>
          <w:szCs w:val="24"/>
        </w:rPr>
        <w:t>operation</w:t>
      </w:r>
      <w:proofErr w:type="gramEnd"/>
      <w:r w:rsidRPr="0028321A">
        <w:rPr>
          <w:szCs w:val="24"/>
        </w:rPr>
        <w:t xml:space="preserve">, roles and responsibilities, and partnerships. </w:t>
      </w:r>
    </w:p>
    <w:p w14:paraId="5C5275D1" w14:textId="77777777" w:rsidR="00FF0377" w:rsidRPr="0028321A" w:rsidRDefault="00FF0377" w:rsidP="0028321A">
      <w:pPr>
        <w:spacing w:before="120" w:after="0"/>
        <w:ind w:left="720"/>
        <w:rPr>
          <w:bCs/>
          <w:iCs/>
          <w:szCs w:val="24"/>
        </w:rPr>
      </w:pPr>
      <w:r w:rsidRPr="0028321A">
        <w:rPr>
          <w:szCs w:val="24"/>
          <w:u w:val="single"/>
        </w:rPr>
        <w:t xml:space="preserve">Part III: </w:t>
      </w:r>
      <w:proofErr w:type="gramStart"/>
      <w:r w:rsidRPr="0028321A">
        <w:rPr>
          <w:szCs w:val="24"/>
          <w:u w:val="single"/>
        </w:rPr>
        <w:t xml:space="preserve">The </w:t>
      </w:r>
      <w:r w:rsidR="00972E4B">
        <w:rPr>
          <w:szCs w:val="24"/>
          <w:u w:val="single"/>
        </w:rPr>
        <w:t>Admissions</w:t>
      </w:r>
      <w:proofErr w:type="gramEnd"/>
      <w:r w:rsidR="00972E4B">
        <w:rPr>
          <w:szCs w:val="24"/>
          <w:u w:val="single"/>
        </w:rPr>
        <w:t xml:space="preserve"> and Continued Occupancy (ACOP)</w:t>
      </w:r>
      <w:r w:rsidRPr="0028321A">
        <w:rPr>
          <w:bCs/>
          <w:iCs/>
          <w:szCs w:val="24"/>
        </w:rPr>
        <w:t xml:space="preserve">. This </w:t>
      </w:r>
      <w:r w:rsidR="00D502E0" w:rsidRPr="0028321A">
        <w:rPr>
          <w:bCs/>
          <w:iCs/>
          <w:szCs w:val="24"/>
        </w:rPr>
        <w:t>pa</w:t>
      </w:r>
      <w:r w:rsidR="00D502E0" w:rsidRPr="0028321A">
        <w:rPr>
          <w:szCs w:val="24"/>
        </w:rPr>
        <w:t>r</w:t>
      </w:r>
      <w:r w:rsidR="00D502E0" w:rsidRPr="0028321A">
        <w:rPr>
          <w:bCs/>
          <w:iCs/>
          <w:szCs w:val="24"/>
        </w:rPr>
        <w:t xml:space="preserve">t </w:t>
      </w:r>
      <w:r w:rsidRPr="0028321A">
        <w:rPr>
          <w:bCs/>
          <w:iCs/>
          <w:szCs w:val="24"/>
        </w:rPr>
        <w:t xml:space="preserve">discusses the purpose and organization of the </w:t>
      </w:r>
      <w:r w:rsidR="0030333C" w:rsidRPr="0028321A">
        <w:rPr>
          <w:bCs/>
          <w:iCs/>
          <w:szCs w:val="24"/>
        </w:rPr>
        <w:t xml:space="preserve">plan </w:t>
      </w:r>
      <w:r w:rsidR="002D67BA" w:rsidRPr="0028321A">
        <w:rPr>
          <w:bCs/>
          <w:iCs/>
          <w:szCs w:val="24"/>
        </w:rPr>
        <w:t>and its revision requirements</w:t>
      </w:r>
      <w:r w:rsidR="0028321A">
        <w:rPr>
          <w:bCs/>
          <w:iCs/>
          <w:szCs w:val="24"/>
        </w:rPr>
        <w:t>.</w:t>
      </w:r>
    </w:p>
    <w:p w14:paraId="627EC317" w14:textId="77777777" w:rsidR="00F459E2" w:rsidRPr="0028321A" w:rsidRDefault="00F459E2" w:rsidP="0028321A">
      <w:pPr>
        <w:spacing w:before="240" w:after="0"/>
        <w:jc w:val="center"/>
        <w:rPr>
          <w:b/>
          <w:szCs w:val="24"/>
        </w:rPr>
      </w:pPr>
      <w:r w:rsidRPr="0028321A">
        <w:rPr>
          <w:b/>
          <w:szCs w:val="24"/>
        </w:rPr>
        <w:t>PART I: THE PHA</w:t>
      </w:r>
    </w:p>
    <w:p w14:paraId="340F4656" w14:textId="77777777" w:rsidR="00F459E2" w:rsidRPr="0028321A" w:rsidRDefault="00F459E2"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b w:val="0"/>
          <w:szCs w:val="24"/>
        </w:rPr>
      </w:pPr>
      <w:r w:rsidRPr="0028321A">
        <w:rPr>
          <w:szCs w:val="24"/>
        </w:rPr>
        <w:t>1-I.A. OVERVIEW</w:t>
      </w:r>
    </w:p>
    <w:p w14:paraId="490A2A2F" w14:textId="77777777" w:rsidR="00F459E2" w:rsidRPr="0028321A" w:rsidRDefault="00F459E2" w:rsidP="0028321A">
      <w:pPr>
        <w:spacing w:before="120" w:after="0"/>
        <w:rPr>
          <w:b/>
          <w:szCs w:val="24"/>
        </w:rPr>
      </w:pPr>
      <w:r w:rsidRPr="0028321A">
        <w:rPr>
          <w:szCs w:val="24"/>
        </w:rPr>
        <w:t xml:space="preserve">This </w:t>
      </w:r>
      <w:r w:rsidR="0097094F" w:rsidRPr="0028321A">
        <w:rPr>
          <w:szCs w:val="24"/>
        </w:rPr>
        <w:t xml:space="preserve">part </w:t>
      </w:r>
      <w:r w:rsidR="00E8142C">
        <w:rPr>
          <w:szCs w:val="24"/>
        </w:rPr>
        <w:t>describes</w:t>
      </w:r>
      <w:r w:rsidRPr="0028321A">
        <w:rPr>
          <w:szCs w:val="24"/>
        </w:rPr>
        <w:t xml:space="preserve"> the PHA’s creation and authorization, the general structure of the organization, and the relationship between the </w:t>
      </w:r>
      <w:r w:rsidR="0097094F" w:rsidRPr="0028321A">
        <w:rPr>
          <w:szCs w:val="24"/>
        </w:rPr>
        <w:t xml:space="preserve">PHA </w:t>
      </w:r>
      <w:r w:rsidRPr="0028321A">
        <w:rPr>
          <w:szCs w:val="24"/>
        </w:rPr>
        <w:t>Board and staff.</w:t>
      </w:r>
      <w:r w:rsidR="000D53BA">
        <w:rPr>
          <w:szCs w:val="24"/>
        </w:rPr>
        <w:t xml:space="preserve"> </w:t>
      </w:r>
    </w:p>
    <w:p w14:paraId="260117DB" w14:textId="77777777" w:rsidR="00FF0377" w:rsidRPr="0028321A" w:rsidRDefault="0028321A"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Pr>
          <w:b w:val="0"/>
          <w:szCs w:val="24"/>
        </w:rPr>
        <w:br w:type="page"/>
      </w:r>
      <w:r w:rsidR="00F459E2" w:rsidRPr="0028321A">
        <w:rPr>
          <w:szCs w:val="24"/>
        </w:rPr>
        <w:lastRenderedPageBreak/>
        <w:t>1-I.B. ORGANIZATION AND STRUCTURE OF THE PHA</w:t>
      </w:r>
    </w:p>
    <w:p w14:paraId="12FCEAAD" w14:textId="77777777" w:rsidR="00783763" w:rsidRPr="0028321A" w:rsidRDefault="00F7731D" w:rsidP="004403CD">
      <w:pPr>
        <w:spacing w:before="120" w:after="0"/>
        <w:rPr>
          <w:szCs w:val="24"/>
        </w:rPr>
      </w:pPr>
      <w:r>
        <w:rPr>
          <w:szCs w:val="24"/>
        </w:rPr>
        <w:t>Public h</w:t>
      </w:r>
      <w:r w:rsidR="003151E8">
        <w:rPr>
          <w:szCs w:val="24"/>
        </w:rPr>
        <w:t xml:space="preserve">ousing </w:t>
      </w:r>
      <w:r w:rsidR="00787CB4" w:rsidRPr="0028321A">
        <w:rPr>
          <w:szCs w:val="24"/>
        </w:rPr>
        <w:t xml:space="preserve">is </w:t>
      </w:r>
      <w:r w:rsidR="00783763" w:rsidRPr="0028321A">
        <w:rPr>
          <w:szCs w:val="24"/>
        </w:rPr>
        <w:t xml:space="preserve">funded </w:t>
      </w:r>
      <w:r w:rsidR="00787CB4" w:rsidRPr="0028321A">
        <w:rPr>
          <w:szCs w:val="24"/>
        </w:rPr>
        <w:t xml:space="preserve">by the federal government </w:t>
      </w:r>
      <w:r w:rsidR="00783763" w:rsidRPr="0028321A">
        <w:rPr>
          <w:szCs w:val="24"/>
        </w:rPr>
        <w:t xml:space="preserve">and administered by the </w:t>
      </w:r>
      <w:r w:rsidR="00783763" w:rsidRPr="0028321A">
        <w:rPr>
          <w:b/>
          <w:szCs w:val="24"/>
        </w:rPr>
        <w:t>[</w:t>
      </w:r>
      <w:r w:rsidR="00787CB4" w:rsidRPr="0028321A">
        <w:rPr>
          <w:b/>
          <w:szCs w:val="24"/>
        </w:rPr>
        <w:t>Insert PHA</w:t>
      </w:r>
      <w:r w:rsidR="00783763" w:rsidRPr="0028321A">
        <w:rPr>
          <w:b/>
          <w:szCs w:val="24"/>
        </w:rPr>
        <w:t xml:space="preserve"> name]</w:t>
      </w:r>
      <w:r w:rsidR="00783763" w:rsidRPr="0028321A">
        <w:rPr>
          <w:szCs w:val="24"/>
        </w:rPr>
        <w:t xml:space="preserve"> </w:t>
      </w:r>
      <w:r w:rsidR="00787CB4" w:rsidRPr="0028321A">
        <w:rPr>
          <w:szCs w:val="24"/>
        </w:rPr>
        <w:t>for the</w:t>
      </w:r>
      <w:r w:rsidR="003F2185" w:rsidRPr="0028321A">
        <w:rPr>
          <w:szCs w:val="24"/>
        </w:rPr>
        <w:t xml:space="preserve"> jurisdiction of</w:t>
      </w:r>
      <w:r w:rsidR="00787CB4" w:rsidRPr="0028321A">
        <w:rPr>
          <w:szCs w:val="24"/>
        </w:rPr>
        <w:t xml:space="preserve"> </w:t>
      </w:r>
      <w:r w:rsidR="0028321A">
        <w:rPr>
          <w:b/>
          <w:szCs w:val="24"/>
        </w:rPr>
        <w:t xml:space="preserve">[Insert jurisdiction name: </w:t>
      </w:r>
      <w:r w:rsidR="00787CB4" w:rsidRPr="0028321A">
        <w:rPr>
          <w:b/>
          <w:szCs w:val="24"/>
        </w:rPr>
        <w:t>City of</w:t>
      </w:r>
      <w:r w:rsidR="003F2185" w:rsidRPr="0028321A">
        <w:rPr>
          <w:b/>
          <w:szCs w:val="24"/>
        </w:rPr>
        <w:t xml:space="preserve"> </w:t>
      </w:r>
      <w:proofErr w:type="gramStart"/>
      <w:r w:rsidR="003F2185" w:rsidRPr="0028321A">
        <w:rPr>
          <w:b/>
          <w:szCs w:val="24"/>
        </w:rPr>
        <w:t xml:space="preserve">_________ / County of </w:t>
      </w:r>
      <w:proofErr w:type="gramEnd"/>
      <w:r w:rsidR="003F2185" w:rsidRPr="0028321A">
        <w:rPr>
          <w:b/>
          <w:szCs w:val="24"/>
        </w:rPr>
        <w:t>__________ / Other]</w:t>
      </w:r>
      <w:r w:rsidR="003F2185" w:rsidRPr="0028321A">
        <w:rPr>
          <w:szCs w:val="24"/>
        </w:rPr>
        <w:t>.</w:t>
      </w:r>
    </w:p>
    <w:p w14:paraId="0BC3B895" w14:textId="77777777" w:rsidR="00786AE7" w:rsidRDefault="00786AE7" w:rsidP="004403CD">
      <w:pPr>
        <w:spacing w:before="120" w:after="0"/>
        <w:rPr>
          <w:szCs w:val="24"/>
        </w:rPr>
      </w:pPr>
      <w:r>
        <w:rPr>
          <w:szCs w:val="24"/>
        </w:rPr>
        <w:t xml:space="preserve">PHAs are governed by a board of officials that are generally called “commissioners.”  Although some PHAs may use a different title for their officials, this document will hitherto refer to the “board of commissioners” or the “board” </w:t>
      </w:r>
      <w:r w:rsidR="0073468C">
        <w:rPr>
          <w:szCs w:val="24"/>
        </w:rPr>
        <w:t>when discussing</w:t>
      </w:r>
      <w:r>
        <w:rPr>
          <w:szCs w:val="24"/>
        </w:rPr>
        <w:t xml:space="preserve"> the board of governing officials.</w:t>
      </w:r>
    </w:p>
    <w:p w14:paraId="6E8CD569" w14:textId="77777777" w:rsidR="0077139B" w:rsidRPr="0028321A" w:rsidRDefault="00A84118" w:rsidP="004403CD">
      <w:pPr>
        <w:spacing w:before="120" w:after="0"/>
        <w:rPr>
          <w:szCs w:val="24"/>
        </w:rPr>
      </w:pPr>
      <w:r w:rsidRPr="0028321A">
        <w:rPr>
          <w:szCs w:val="24"/>
        </w:rPr>
        <w:t>Commissioners are appointed in accordance with state housing law and generally serve in the same capacity as the directors of a corporation</w:t>
      </w:r>
      <w:r w:rsidR="00786AE7">
        <w:rPr>
          <w:szCs w:val="24"/>
        </w:rPr>
        <w:t>.</w:t>
      </w:r>
      <w:r w:rsidRPr="0028321A">
        <w:rPr>
          <w:szCs w:val="24"/>
        </w:rPr>
        <w:t xml:space="preserve"> </w:t>
      </w:r>
      <w:r w:rsidR="00786AE7">
        <w:rPr>
          <w:szCs w:val="24"/>
        </w:rPr>
        <w:t xml:space="preserve">The </w:t>
      </w:r>
      <w:r w:rsidR="00630B87">
        <w:rPr>
          <w:szCs w:val="24"/>
        </w:rPr>
        <w:t xml:space="preserve">board of commissioners </w:t>
      </w:r>
      <w:r w:rsidR="00630B87" w:rsidRPr="0028321A">
        <w:rPr>
          <w:szCs w:val="24"/>
        </w:rPr>
        <w:t>establishes</w:t>
      </w:r>
      <w:r w:rsidRPr="0028321A">
        <w:rPr>
          <w:szCs w:val="24"/>
        </w:rPr>
        <w:t xml:space="preserve"> policies under which the PHA conducts business </w:t>
      </w:r>
      <w:r w:rsidR="008231DD">
        <w:rPr>
          <w:szCs w:val="24"/>
        </w:rPr>
        <w:t xml:space="preserve">and </w:t>
      </w:r>
      <w:r w:rsidRPr="0028321A">
        <w:rPr>
          <w:szCs w:val="24"/>
        </w:rPr>
        <w:t>ensur</w:t>
      </w:r>
      <w:r w:rsidR="00786AE7">
        <w:rPr>
          <w:szCs w:val="24"/>
        </w:rPr>
        <w:t>es</w:t>
      </w:r>
      <w:r w:rsidRPr="0028321A">
        <w:rPr>
          <w:szCs w:val="24"/>
        </w:rPr>
        <w:t xml:space="preserve"> that </w:t>
      </w:r>
      <w:r w:rsidR="00991044">
        <w:rPr>
          <w:szCs w:val="24"/>
        </w:rPr>
        <w:t xml:space="preserve">those </w:t>
      </w:r>
      <w:r w:rsidRPr="0028321A">
        <w:rPr>
          <w:szCs w:val="24"/>
        </w:rPr>
        <w:t>policies are followed by PHA staff</w:t>
      </w:r>
      <w:r w:rsidR="00991044">
        <w:rPr>
          <w:szCs w:val="24"/>
        </w:rPr>
        <w:t>.</w:t>
      </w:r>
      <w:r w:rsidRPr="0028321A">
        <w:rPr>
          <w:szCs w:val="24"/>
        </w:rPr>
        <w:t xml:space="preserve"> </w:t>
      </w:r>
      <w:r w:rsidR="003513DC" w:rsidRPr="0028321A">
        <w:rPr>
          <w:szCs w:val="24"/>
        </w:rPr>
        <w:t>The board is responsible for preserving and expanding the agency’s resources and assuring the agency’s continued viability</w:t>
      </w:r>
      <w:r w:rsidR="00991044">
        <w:rPr>
          <w:szCs w:val="24"/>
        </w:rPr>
        <w:t xml:space="preserve"> and success</w:t>
      </w:r>
      <w:r w:rsidR="003513DC" w:rsidRPr="0028321A">
        <w:rPr>
          <w:szCs w:val="24"/>
        </w:rPr>
        <w:t>.</w:t>
      </w:r>
    </w:p>
    <w:p w14:paraId="2BE42092" w14:textId="77777777" w:rsidR="00A84118" w:rsidRPr="0028321A" w:rsidRDefault="003513DC" w:rsidP="004403CD">
      <w:pPr>
        <w:spacing w:before="120" w:after="0"/>
        <w:rPr>
          <w:szCs w:val="24"/>
        </w:rPr>
      </w:pPr>
      <w:r w:rsidRPr="0028321A">
        <w:rPr>
          <w:szCs w:val="24"/>
        </w:rPr>
        <w:t>Formal actions of the PHA are taken through written resolutions, adopted by the board and entered into the official records of the PHA.</w:t>
      </w:r>
    </w:p>
    <w:p w14:paraId="69C24B97" w14:textId="77777777" w:rsidR="003513DC" w:rsidRPr="0028321A" w:rsidRDefault="003513DC" w:rsidP="004403CD">
      <w:pPr>
        <w:spacing w:before="120" w:after="0"/>
        <w:rPr>
          <w:szCs w:val="24"/>
        </w:rPr>
      </w:pPr>
      <w:r w:rsidRPr="0028321A">
        <w:rPr>
          <w:szCs w:val="24"/>
        </w:rPr>
        <w:t xml:space="preserve">The principal staff member of the PHA is the </w:t>
      </w:r>
      <w:r w:rsidR="0030333C" w:rsidRPr="0028321A">
        <w:rPr>
          <w:szCs w:val="24"/>
        </w:rPr>
        <w:t xml:space="preserve">executive director </w:t>
      </w:r>
      <w:r w:rsidRPr="0028321A">
        <w:rPr>
          <w:szCs w:val="24"/>
        </w:rPr>
        <w:t>(ED)</w:t>
      </w:r>
      <w:r w:rsidR="00991044">
        <w:rPr>
          <w:szCs w:val="24"/>
        </w:rPr>
        <w:t>,</w:t>
      </w:r>
      <w:r w:rsidR="009E439C">
        <w:rPr>
          <w:szCs w:val="24"/>
        </w:rPr>
        <w:t xml:space="preserve"> who </w:t>
      </w:r>
      <w:r w:rsidR="0073468C">
        <w:rPr>
          <w:szCs w:val="24"/>
        </w:rPr>
        <w:t xml:space="preserve">is selected and hired </w:t>
      </w:r>
      <w:r w:rsidR="004F7C78">
        <w:rPr>
          <w:szCs w:val="24"/>
        </w:rPr>
        <w:t>by the board</w:t>
      </w:r>
      <w:r w:rsidR="009E439C">
        <w:rPr>
          <w:szCs w:val="24"/>
        </w:rPr>
        <w:t>.</w:t>
      </w:r>
      <w:r w:rsidR="00C63B91">
        <w:rPr>
          <w:szCs w:val="24"/>
        </w:rPr>
        <w:t xml:space="preserve"> </w:t>
      </w:r>
      <w:r w:rsidR="009E439C">
        <w:rPr>
          <w:szCs w:val="24"/>
        </w:rPr>
        <w:t xml:space="preserve">The ED oversees the </w:t>
      </w:r>
      <w:r w:rsidR="00330181">
        <w:rPr>
          <w:szCs w:val="24"/>
        </w:rPr>
        <w:t>day-to-day</w:t>
      </w:r>
      <w:r w:rsidR="009E439C">
        <w:rPr>
          <w:szCs w:val="24"/>
        </w:rPr>
        <w:t xml:space="preserve"> operations of the PHA</w:t>
      </w:r>
      <w:r w:rsidR="009E439C" w:rsidRPr="0028321A">
        <w:rPr>
          <w:szCs w:val="24"/>
        </w:rPr>
        <w:t xml:space="preserve"> </w:t>
      </w:r>
      <w:r w:rsidR="009E439C">
        <w:rPr>
          <w:szCs w:val="24"/>
        </w:rPr>
        <w:t xml:space="preserve">and </w:t>
      </w:r>
      <w:r w:rsidR="009E439C" w:rsidRPr="0028321A">
        <w:rPr>
          <w:szCs w:val="24"/>
        </w:rPr>
        <w:t>is directly responsible for carrying out the policies established by the commissioners</w:t>
      </w:r>
      <w:r w:rsidR="009E439C">
        <w:rPr>
          <w:szCs w:val="24"/>
        </w:rPr>
        <w:t>.</w:t>
      </w:r>
      <w:r w:rsidR="0073468C">
        <w:rPr>
          <w:szCs w:val="24"/>
        </w:rPr>
        <w:t xml:space="preserve"> </w:t>
      </w:r>
      <w:r w:rsidR="009E439C">
        <w:rPr>
          <w:szCs w:val="24"/>
        </w:rPr>
        <w:t xml:space="preserve">The ED’s duties include </w:t>
      </w:r>
      <w:r w:rsidRPr="0028321A">
        <w:rPr>
          <w:szCs w:val="24"/>
        </w:rPr>
        <w:t>hiring, training</w:t>
      </w:r>
      <w:r w:rsidR="00991044">
        <w:rPr>
          <w:szCs w:val="24"/>
        </w:rPr>
        <w:t>,</w:t>
      </w:r>
      <w:r w:rsidR="00525B15" w:rsidRPr="0028321A">
        <w:rPr>
          <w:szCs w:val="24"/>
        </w:rPr>
        <w:t xml:space="preserve"> and supervising the PHA’s staff</w:t>
      </w:r>
      <w:r w:rsidR="00991044">
        <w:rPr>
          <w:szCs w:val="24"/>
        </w:rPr>
        <w:t>, as well as</w:t>
      </w:r>
      <w:r w:rsidR="00525B15" w:rsidRPr="0028321A">
        <w:rPr>
          <w:szCs w:val="24"/>
        </w:rPr>
        <w:t xml:space="preserve"> </w:t>
      </w:r>
      <w:r w:rsidR="009E439C" w:rsidRPr="0028321A">
        <w:rPr>
          <w:szCs w:val="24"/>
        </w:rPr>
        <w:t>budgeting and financial planning for the agency.</w:t>
      </w:r>
      <w:r w:rsidR="009E439C">
        <w:rPr>
          <w:szCs w:val="24"/>
        </w:rPr>
        <w:t xml:space="preserve"> Additionally, the ED is charged with</w:t>
      </w:r>
      <w:r w:rsidR="00304543" w:rsidRPr="0028321A">
        <w:rPr>
          <w:szCs w:val="24"/>
        </w:rPr>
        <w:t xml:space="preserve"> </w:t>
      </w:r>
      <w:r w:rsidR="00411BC9" w:rsidRPr="0028321A">
        <w:rPr>
          <w:szCs w:val="24"/>
        </w:rPr>
        <w:t>ensur</w:t>
      </w:r>
      <w:r w:rsidR="009E439C">
        <w:rPr>
          <w:szCs w:val="24"/>
        </w:rPr>
        <w:t>ing</w:t>
      </w:r>
      <w:r w:rsidR="00411BC9" w:rsidRPr="0028321A">
        <w:rPr>
          <w:szCs w:val="24"/>
        </w:rPr>
        <w:t xml:space="preserve"> compliance with </w:t>
      </w:r>
      <w:r w:rsidR="0030333C" w:rsidRPr="0028321A">
        <w:rPr>
          <w:szCs w:val="24"/>
        </w:rPr>
        <w:t xml:space="preserve">federal </w:t>
      </w:r>
      <w:r w:rsidR="00411BC9" w:rsidRPr="0028321A">
        <w:rPr>
          <w:szCs w:val="24"/>
        </w:rPr>
        <w:t xml:space="preserve">and </w:t>
      </w:r>
      <w:r w:rsidR="0030333C" w:rsidRPr="0028321A">
        <w:rPr>
          <w:szCs w:val="24"/>
        </w:rPr>
        <w:t xml:space="preserve">state </w:t>
      </w:r>
      <w:r w:rsidR="00411BC9" w:rsidRPr="0028321A">
        <w:rPr>
          <w:szCs w:val="24"/>
        </w:rPr>
        <w:t>laws</w:t>
      </w:r>
      <w:r w:rsidR="00991044">
        <w:rPr>
          <w:szCs w:val="24"/>
        </w:rPr>
        <w:t>, and program mandates</w:t>
      </w:r>
      <w:r w:rsidR="00411BC9" w:rsidRPr="0028321A">
        <w:rPr>
          <w:szCs w:val="24"/>
        </w:rPr>
        <w:t>.</w:t>
      </w:r>
      <w:r w:rsidR="000D53BA">
        <w:rPr>
          <w:szCs w:val="24"/>
        </w:rPr>
        <w:t xml:space="preserve"> </w:t>
      </w:r>
      <w:r w:rsidR="00977CC1">
        <w:rPr>
          <w:szCs w:val="24"/>
        </w:rPr>
        <w:t>In some PHAs, the ED is known by another title, such as chief executive officer or president.</w:t>
      </w:r>
    </w:p>
    <w:p w14:paraId="5DDAD5CB" w14:textId="77777777" w:rsidR="00AE1E9D" w:rsidRPr="0028321A" w:rsidRDefault="005D53DB" w:rsidP="0028321A">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Pr>
          <w:szCs w:val="24"/>
        </w:rPr>
        <w:br w:type="page"/>
      </w:r>
      <w:r w:rsidR="005148F9" w:rsidRPr="0028321A">
        <w:rPr>
          <w:szCs w:val="24"/>
        </w:rPr>
        <w:lastRenderedPageBreak/>
        <w:t>1</w:t>
      </w:r>
      <w:r w:rsidR="00AE1E9D" w:rsidRPr="0028321A">
        <w:rPr>
          <w:szCs w:val="24"/>
        </w:rPr>
        <w:t>-I.C. PHA MISSION</w:t>
      </w:r>
    </w:p>
    <w:p w14:paraId="2F48A2D7" w14:textId="77777777" w:rsidR="00CD039F" w:rsidRPr="0028321A" w:rsidRDefault="00CD039F" w:rsidP="004403CD">
      <w:pPr>
        <w:spacing w:before="120" w:after="0"/>
        <w:rPr>
          <w:szCs w:val="24"/>
        </w:rPr>
      </w:pPr>
      <w:r w:rsidRPr="0028321A">
        <w:rPr>
          <w:szCs w:val="24"/>
        </w:rPr>
        <w:t>The p</w:t>
      </w:r>
      <w:r w:rsidR="008C161B" w:rsidRPr="0028321A">
        <w:rPr>
          <w:szCs w:val="24"/>
        </w:rPr>
        <w:t xml:space="preserve">urpose of </w:t>
      </w:r>
      <w:r w:rsidR="0097094F" w:rsidRPr="0028321A">
        <w:rPr>
          <w:szCs w:val="24"/>
        </w:rPr>
        <w:t xml:space="preserve">a </w:t>
      </w:r>
      <w:r w:rsidR="008C161B" w:rsidRPr="0028321A">
        <w:rPr>
          <w:szCs w:val="24"/>
        </w:rPr>
        <w:t>mission statement</w:t>
      </w:r>
      <w:r w:rsidRPr="0028321A">
        <w:rPr>
          <w:szCs w:val="24"/>
        </w:rPr>
        <w:t xml:space="preserve"> is to communicate the purpose of the agency to people inside and outside of the agency. It provides </w:t>
      </w:r>
      <w:r w:rsidR="00202306">
        <w:rPr>
          <w:szCs w:val="24"/>
        </w:rPr>
        <w:t xml:space="preserve">the basis </w:t>
      </w:r>
      <w:r w:rsidRPr="0028321A">
        <w:rPr>
          <w:szCs w:val="24"/>
        </w:rPr>
        <w:t xml:space="preserve">for </w:t>
      </w:r>
      <w:r w:rsidR="00202306">
        <w:rPr>
          <w:szCs w:val="24"/>
        </w:rPr>
        <w:t>strategy development</w:t>
      </w:r>
      <w:r w:rsidRPr="0028321A">
        <w:rPr>
          <w:szCs w:val="24"/>
        </w:rPr>
        <w:t xml:space="preserve">, </w:t>
      </w:r>
      <w:r w:rsidR="00202306">
        <w:rPr>
          <w:szCs w:val="24"/>
        </w:rPr>
        <w:t>identification of</w:t>
      </w:r>
      <w:r w:rsidRPr="0028321A">
        <w:rPr>
          <w:szCs w:val="24"/>
        </w:rPr>
        <w:t xml:space="preserve"> critical success factors, resource allocation </w:t>
      </w:r>
      <w:r w:rsidR="00202306">
        <w:rPr>
          <w:szCs w:val="24"/>
        </w:rPr>
        <w:t>decisions</w:t>
      </w:r>
      <w:r w:rsidRPr="0028321A">
        <w:rPr>
          <w:szCs w:val="24"/>
        </w:rPr>
        <w:t xml:space="preserve">, </w:t>
      </w:r>
      <w:r w:rsidR="00202306">
        <w:rPr>
          <w:szCs w:val="24"/>
        </w:rPr>
        <w:t xml:space="preserve">as well as ensuring </w:t>
      </w:r>
      <w:r w:rsidRPr="0028321A">
        <w:rPr>
          <w:szCs w:val="24"/>
        </w:rPr>
        <w:t>client and stakeholder</w:t>
      </w:r>
      <w:r w:rsidR="00202306">
        <w:rPr>
          <w:szCs w:val="24"/>
        </w:rPr>
        <w:t xml:space="preserve"> satisfaction.</w:t>
      </w:r>
      <w:r w:rsidRPr="0028321A">
        <w:rPr>
          <w:szCs w:val="24"/>
        </w:rPr>
        <w:t xml:space="preserve"> </w:t>
      </w:r>
    </w:p>
    <w:p w14:paraId="109BE0A2" w14:textId="77777777" w:rsidR="008C161B" w:rsidRPr="0028321A" w:rsidRDefault="008C161B" w:rsidP="00B2509A">
      <w:pPr>
        <w:tabs>
          <w:tab w:val="left" w:pos="4560"/>
        </w:tabs>
        <w:suppressAutoHyphens w:val="0"/>
        <w:spacing w:before="120" w:after="0"/>
        <w:ind w:left="720"/>
        <w:rPr>
          <w:szCs w:val="24"/>
        </w:rPr>
      </w:pPr>
      <w:r w:rsidRPr="0028321A">
        <w:rPr>
          <w:szCs w:val="24"/>
          <w:u w:val="single"/>
        </w:rPr>
        <w:t>PHA Policy</w:t>
      </w:r>
    </w:p>
    <w:p w14:paraId="4705681D" w14:textId="77777777" w:rsidR="00E23F7A" w:rsidRDefault="00A17303" w:rsidP="00E23F7A">
      <w:pPr>
        <w:tabs>
          <w:tab w:val="num" w:pos="1080"/>
        </w:tabs>
        <w:spacing w:before="120" w:after="0"/>
        <w:ind w:left="720"/>
        <w:rPr>
          <w:i/>
        </w:rPr>
      </w:pPr>
      <w:r w:rsidRPr="00217FAF">
        <w:rPr>
          <w:b/>
        </w:rPr>
        <w:t>[Insert the PHA’s mission statement from the Five-Year and Annual Plan]</w:t>
      </w:r>
    </w:p>
    <w:p w14:paraId="35780264" w14:textId="77777777" w:rsidR="0048640D" w:rsidRPr="0028321A" w:rsidRDefault="007C1016" w:rsidP="004403CD">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Pr>
          <w:szCs w:val="24"/>
        </w:rPr>
        <w:br w:type="page"/>
      </w:r>
      <w:r w:rsidR="0028500C" w:rsidRPr="004403CD">
        <w:rPr>
          <w:szCs w:val="24"/>
        </w:rPr>
        <w:lastRenderedPageBreak/>
        <w:t>1-I.</w:t>
      </w:r>
      <w:r w:rsidR="003151E8" w:rsidRPr="004403CD">
        <w:rPr>
          <w:szCs w:val="24"/>
        </w:rPr>
        <w:t>D</w:t>
      </w:r>
      <w:r w:rsidR="0028500C" w:rsidRPr="004403CD">
        <w:rPr>
          <w:szCs w:val="24"/>
        </w:rPr>
        <w:t xml:space="preserve">. </w:t>
      </w:r>
      <w:r w:rsidR="00FB489C" w:rsidRPr="004403CD">
        <w:rPr>
          <w:szCs w:val="24"/>
        </w:rPr>
        <w:t>THE PHA’S COMMITMENT TO ETHICS AND SERVICE</w:t>
      </w:r>
    </w:p>
    <w:p w14:paraId="580098B5" w14:textId="77777777" w:rsidR="003F4679" w:rsidRPr="0028321A" w:rsidRDefault="000F2807" w:rsidP="004403CD">
      <w:pPr>
        <w:spacing w:before="120" w:after="0"/>
        <w:rPr>
          <w:szCs w:val="24"/>
        </w:rPr>
      </w:pPr>
      <w:r w:rsidRPr="0028321A">
        <w:rPr>
          <w:szCs w:val="24"/>
        </w:rPr>
        <w:t xml:space="preserve">As a public service agency, the </w:t>
      </w:r>
      <w:r w:rsidR="00FB489C" w:rsidRPr="0028321A">
        <w:rPr>
          <w:szCs w:val="24"/>
        </w:rPr>
        <w:t xml:space="preserve">PHA </w:t>
      </w:r>
      <w:r w:rsidRPr="0028321A">
        <w:rPr>
          <w:szCs w:val="24"/>
        </w:rPr>
        <w:t>is committed to pr</w:t>
      </w:r>
      <w:r w:rsidR="00FB489C" w:rsidRPr="0028321A">
        <w:rPr>
          <w:szCs w:val="24"/>
        </w:rPr>
        <w:t xml:space="preserve">oviding excellent service to </w:t>
      </w:r>
      <w:r w:rsidR="003151E8">
        <w:rPr>
          <w:szCs w:val="24"/>
        </w:rPr>
        <w:t xml:space="preserve">all </w:t>
      </w:r>
      <w:r w:rsidR="00F7731D">
        <w:rPr>
          <w:szCs w:val="24"/>
        </w:rPr>
        <w:t>public h</w:t>
      </w:r>
      <w:r w:rsidR="003151E8">
        <w:rPr>
          <w:szCs w:val="24"/>
        </w:rPr>
        <w:t xml:space="preserve">ousing </w:t>
      </w:r>
      <w:r w:rsidR="00A77C3C">
        <w:rPr>
          <w:szCs w:val="24"/>
        </w:rPr>
        <w:t xml:space="preserve">applicants, </w:t>
      </w:r>
      <w:r w:rsidR="003151E8">
        <w:rPr>
          <w:szCs w:val="24"/>
        </w:rPr>
        <w:t>residents</w:t>
      </w:r>
      <w:r w:rsidR="00A77C3C">
        <w:rPr>
          <w:szCs w:val="24"/>
        </w:rPr>
        <w:t>, and the public</w:t>
      </w:r>
      <w:r w:rsidRPr="0028321A">
        <w:rPr>
          <w:szCs w:val="24"/>
        </w:rPr>
        <w:t>.</w:t>
      </w:r>
      <w:r w:rsidR="000D53BA">
        <w:rPr>
          <w:szCs w:val="24"/>
        </w:rPr>
        <w:t xml:space="preserve"> </w:t>
      </w:r>
      <w:proofErr w:type="gramStart"/>
      <w:r w:rsidR="00923D96">
        <w:rPr>
          <w:szCs w:val="24"/>
        </w:rPr>
        <w:t>In order to</w:t>
      </w:r>
      <w:proofErr w:type="gramEnd"/>
      <w:r w:rsidR="00923D96">
        <w:rPr>
          <w:szCs w:val="24"/>
        </w:rPr>
        <w:t xml:space="preserve"> provide superior service, t</w:t>
      </w:r>
      <w:r w:rsidR="00FB489C" w:rsidRPr="0028321A">
        <w:rPr>
          <w:szCs w:val="24"/>
        </w:rPr>
        <w:t xml:space="preserve">he PHA </w:t>
      </w:r>
      <w:r w:rsidR="00923D96">
        <w:rPr>
          <w:szCs w:val="24"/>
        </w:rPr>
        <w:t>resolves</w:t>
      </w:r>
      <w:r w:rsidR="00923D96" w:rsidRPr="0028321A">
        <w:rPr>
          <w:szCs w:val="24"/>
        </w:rPr>
        <w:t xml:space="preserve"> </w:t>
      </w:r>
      <w:r w:rsidR="00923D96">
        <w:rPr>
          <w:szCs w:val="24"/>
        </w:rPr>
        <w:t>to</w:t>
      </w:r>
      <w:r w:rsidR="003F4679" w:rsidRPr="0028321A">
        <w:rPr>
          <w:szCs w:val="24"/>
        </w:rPr>
        <w:t>:</w:t>
      </w:r>
    </w:p>
    <w:p w14:paraId="29EF448D" w14:textId="77777777" w:rsidR="00FB489C" w:rsidRPr="0028321A" w:rsidRDefault="00FB489C" w:rsidP="00933A27">
      <w:pPr>
        <w:numPr>
          <w:ilvl w:val="0"/>
          <w:numId w:val="2"/>
        </w:numPr>
        <w:spacing w:before="120" w:after="0"/>
      </w:pPr>
      <w:r w:rsidRPr="00933A27">
        <w:t>Administer</w:t>
      </w:r>
      <w:r w:rsidRPr="0028321A">
        <w:t xml:space="preserve"> applicable </w:t>
      </w:r>
      <w:r w:rsidR="0030333C" w:rsidRPr="0028321A">
        <w:t xml:space="preserve">federal </w:t>
      </w:r>
      <w:r w:rsidRPr="0028321A">
        <w:t xml:space="preserve">and </w:t>
      </w:r>
      <w:r w:rsidR="0030333C" w:rsidRPr="0028321A">
        <w:t xml:space="preserve">state </w:t>
      </w:r>
      <w:r w:rsidRPr="0028321A">
        <w:t>laws and regulations to achieve high ratings in compliance measurement indicators while maintaining efficiency in program operation to ensure fair and consistent treatment of clients served.</w:t>
      </w:r>
    </w:p>
    <w:p w14:paraId="5B25A52B" w14:textId="77777777" w:rsidR="003F4679" w:rsidRPr="00933A27" w:rsidRDefault="00FB489C" w:rsidP="00933A27">
      <w:pPr>
        <w:numPr>
          <w:ilvl w:val="0"/>
          <w:numId w:val="2"/>
        </w:numPr>
        <w:spacing w:before="120" w:after="0"/>
      </w:pPr>
      <w:r w:rsidRPr="00933A27">
        <w:t>Provide</w:t>
      </w:r>
      <w:r w:rsidR="003F4679" w:rsidRPr="00933A27">
        <w:t xml:space="preserve"> </w:t>
      </w:r>
      <w:r w:rsidR="00AE783D">
        <w:t xml:space="preserve">housing that is </w:t>
      </w:r>
      <w:r w:rsidR="00AE783D" w:rsidRPr="00933A27">
        <w:t xml:space="preserve">safe, </w:t>
      </w:r>
      <w:r w:rsidR="00AE783D" w:rsidRPr="007143A5">
        <w:t xml:space="preserve">habitable, functionally adequate, operable, </w:t>
      </w:r>
      <w:r w:rsidR="00AE783D">
        <w:t xml:space="preserve">and </w:t>
      </w:r>
      <w:r w:rsidR="00AE783D" w:rsidRPr="007143A5">
        <w:t>free of health and safety hazards</w:t>
      </w:r>
      <w:r w:rsidR="00AE783D">
        <w:t>—</w:t>
      </w:r>
      <w:r w:rsidR="00AE783D" w:rsidRPr="00933A27">
        <w:t xml:space="preserve">in compliance with </w:t>
      </w:r>
      <w:r w:rsidR="00AE783D">
        <w:t>the National Standards for the Physical Inspection of Real Estate: Inspection Standards (NSPIRE)—</w:t>
      </w:r>
      <w:r w:rsidR="003F4679" w:rsidRPr="00933A27">
        <w:t>for ve</w:t>
      </w:r>
      <w:r w:rsidR="00A77C3C" w:rsidRPr="00933A27">
        <w:t>ry low- and low-</w:t>
      </w:r>
      <w:r w:rsidR="003151E8" w:rsidRPr="00933A27">
        <w:t>income families.</w:t>
      </w:r>
    </w:p>
    <w:p w14:paraId="4E3E5B8E" w14:textId="77777777" w:rsidR="00A77C3C" w:rsidRPr="00933A27" w:rsidRDefault="00A77C3C" w:rsidP="00933A27">
      <w:pPr>
        <w:numPr>
          <w:ilvl w:val="0"/>
          <w:numId w:val="2"/>
        </w:numPr>
        <w:spacing w:before="120" w:after="0"/>
      </w:pPr>
      <w:r w:rsidRPr="00933A27">
        <w:t xml:space="preserve">Achieve a healthy mix of incomes in </w:t>
      </w:r>
      <w:r w:rsidR="007A0C04" w:rsidRPr="00933A27">
        <w:t>its public housing developments by attracting and retaining higher income families and by working toward deconcentration of poverty goals.</w:t>
      </w:r>
    </w:p>
    <w:p w14:paraId="494B36DE" w14:textId="77777777" w:rsidR="00646872" w:rsidRPr="00933A27" w:rsidRDefault="00FB489C" w:rsidP="00933A27">
      <w:pPr>
        <w:numPr>
          <w:ilvl w:val="0"/>
          <w:numId w:val="2"/>
        </w:numPr>
        <w:spacing w:before="120" w:after="0"/>
      </w:pPr>
      <w:r w:rsidRPr="00933A27">
        <w:t>Encourage</w:t>
      </w:r>
      <w:r w:rsidR="00A77C3C" w:rsidRPr="00933A27">
        <w:t xml:space="preserve"> self-</w:t>
      </w:r>
      <w:r w:rsidR="00646872" w:rsidRPr="00933A27">
        <w:t>sufficiency of participant families and assist in the expansion of family opportunities which address educational, socio-economic, recreational and other human services needs.</w:t>
      </w:r>
    </w:p>
    <w:p w14:paraId="6584CC25" w14:textId="77777777" w:rsidR="00646872" w:rsidRPr="00933A27" w:rsidRDefault="00FB489C" w:rsidP="00933A27">
      <w:pPr>
        <w:numPr>
          <w:ilvl w:val="0"/>
          <w:numId w:val="2"/>
        </w:numPr>
        <w:spacing w:before="120" w:after="0"/>
      </w:pPr>
      <w:r w:rsidRPr="00933A27">
        <w:t>Promote</w:t>
      </w:r>
      <w:r w:rsidR="00646872" w:rsidRPr="00933A27">
        <w:t xml:space="preserve"> fair housing and the opportunity for very </w:t>
      </w:r>
      <w:r w:rsidR="001C4F51" w:rsidRPr="00933A27">
        <w:t>low-</w:t>
      </w:r>
      <w:r w:rsidR="00A77C3C" w:rsidRPr="00933A27">
        <w:t xml:space="preserve"> and low-</w:t>
      </w:r>
      <w:r w:rsidR="001C4F51" w:rsidRPr="00933A27">
        <w:t>income</w:t>
      </w:r>
      <w:r w:rsidR="00646872" w:rsidRPr="00933A27">
        <w:t xml:space="preserve"> fam</w:t>
      </w:r>
      <w:r w:rsidR="003151E8" w:rsidRPr="00933A27">
        <w:t xml:space="preserve">ilies of all </w:t>
      </w:r>
      <w:r w:rsidR="005F7873" w:rsidRPr="00933A27">
        <w:t xml:space="preserve">races, ethnicities, national origins, religions, </w:t>
      </w:r>
      <w:r w:rsidR="003151E8" w:rsidRPr="00933A27">
        <w:t>ethnic backgrounds</w:t>
      </w:r>
      <w:r w:rsidR="005F7873" w:rsidRPr="00933A27">
        <w:t>, and with all types of disabilities, to participate in the public housing program and its serv</w:t>
      </w:r>
      <w:r w:rsidR="00304543" w:rsidRPr="00933A27">
        <w:t>ic</w:t>
      </w:r>
      <w:r w:rsidR="005F7873" w:rsidRPr="00933A27">
        <w:t>es</w:t>
      </w:r>
      <w:r w:rsidR="003151E8" w:rsidRPr="00933A27">
        <w:t>.</w:t>
      </w:r>
    </w:p>
    <w:p w14:paraId="32989E0E" w14:textId="77777777" w:rsidR="003F4679" w:rsidRPr="00933A27" w:rsidRDefault="00FB489C" w:rsidP="00933A27">
      <w:pPr>
        <w:numPr>
          <w:ilvl w:val="0"/>
          <w:numId w:val="2"/>
        </w:numPr>
        <w:spacing w:before="120" w:after="0"/>
      </w:pPr>
      <w:r w:rsidRPr="00933A27">
        <w:t>Create</w:t>
      </w:r>
      <w:r w:rsidR="003F4679" w:rsidRPr="00933A27">
        <w:t xml:space="preserve"> positive public awareness </w:t>
      </w:r>
      <w:r w:rsidR="003151E8" w:rsidRPr="00933A27">
        <w:t>and expand the level of family</w:t>
      </w:r>
      <w:r w:rsidR="003F4679" w:rsidRPr="00933A27">
        <w:t xml:space="preserve"> and community support in accomplishing the PHA’s mission.</w:t>
      </w:r>
    </w:p>
    <w:p w14:paraId="23F4472B" w14:textId="77777777" w:rsidR="003F4679" w:rsidRPr="00933A27" w:rsidRDefault="00FB489C" w:rsidP="00933A27">
      <w:pPr>
        <w:numPr>
          <w:ilvl w:val="0"/>
          <w:numId w:val="2"/>
        </w:numPr>
        <w:spacing w:before="120" w:after="0"/>
      </w:pPr>
      <w:r w:rsidRPr="00933A27">
        <w:t>Attain and maintain</w:t>
      </w:r>
      <w:r w:rsidR="003F4679" w:rsidRPr="00933A27">
        <w:t xml:space="preserve"> a high level of standards and professionalism in day-to-day manage</w:t>
      </w:r>
      <w:r w:rsidR="00933A27">
        <w:t>ment of all program components.</w:t>
      </w:r>
    </w:p>
    <w:p w14:paraId="6D5B0C6B" w14:textId="77777777" w:rsidR="003F4679" w:rsidRPr="00933A27" w:rsidRDefault="00FB489C" w:rsidP="00933A27">
      <w:pPr>
        <w:numPr>
          <w:ilvl w:val="0"/>
          <w:numId w:val="2"/>
        </w:numPr>
        <w:spacing w:before="120" w:after="0"/>
      </w:pPr>
      <w:r w:rsidRPr="00933A27">
        <w:t>Administer</w:t>
      </w:r>
      <w:r w:rsidR="003F4679" w:rsidRPr="00933A27">
        <w:t xml:space="preserve"> an efficient, high-performing agency through continuous improvement of the PHA’s support systems and commitment to our employees a</w:t>
      </w:r>
      <w:r w:rsidR="00933A27">
        <w:t>nd their development.</w:t>
      </w:r>
    </w:p>
    <w:p w14:paraId="58F84FDE" w14:textId="77777777" w:rsidR="00933A27" w:rsidRDefault="00FB489C" w:rsidP="00933A27">
      <w:pPr>
        <w:spacing w:before="120" w:after="0"/>
        <w:rPr>
          <w:szCs w:val="24"/>
        </w:rPr>
      </w:pPr>
      <w:r w:rsidRPr="0028321A">
        <w:rPr>
          <w:szCs w:val="24"/>
        </w:rPr>
        <w:t xml:space="preserve">The PHA </w:t>
      </w:r>
      <w:r w:rsidR="000F2807" w:rsidRPr="0028321A">
        <w:rPr>
          <w:szCs w:val="24"/>
        </w:rPr>
        <w:t>will make every eff</w:t>
      </w:r>
      <w:r w:rsidR="003151E8">
        <w:rPr>
          <w:szCs w:val="24"/>
        </w:rPr>
        <w:t>ort to keep residents</w:t>
      </w:r>
      <w:r w:rsidR="000F2807" w:rsidRPr="0028321A">
        <w:rPr>
          <w:szCs w:val="24"/>
        </w:rPr>
        <w:t xml:space="preserve"> informed of </w:t>
      </w:r>
      <w:r w:rsidR="003151E8">
        <w:rPr>
          <w:szCs w:val="24"/>
        </w:rPr>
        <w:t>p</w:t>
      </w:r>
      <w:r w:rsidR="000F2807" w:rsidRPr="0028321A">
        <w:rPr>
          <w:szCs w:val="24"/>
        </w:rPr>
        <w:t>rogram rules and regulations, and to advise participants of how the program rules affect</w:t>
      </w:r>
      <w:r w:rsidR="003F4679" w:rsidRPr="0028321A">
        <w:rPr>
          <w:szCs w:val="24"/>
        </w:rPr>
        <w:t xml:space="preserve"> them.</w:t>
      </w:r>
    </w:p>
    <w:p w14:paraId="491CE02C" w14:textId="77777777" w:rsidR="0077139B" w:rsidRPr="0028321A" w:rsidRDefault="00C67C5E" w:rsidP="00933A27">
      <w:pPr>
        <w:spacing w:before="240" w:after="0"/>
        <w:jc w:val="center"/>
        <w:rPr>
          <w:szCs w:val="24"/>
        </w:rPr>
      </w:pPr>
      <w:r>
        <w:rPr>
          <w:b/>
          <w:szCs w:val="24"/>
        </w:rPr>
        <w:br w:type="page"/>
      </w:r>
      <w:r w:rsidR="009C4067">
        <w:rPr>
          <w:b/>
          <w:szCs w:val="24"/>
        </w:rPr>
        <w:lastRenderedPageBreak/>
        <w:t>PART II:</w:t>
      </w:r>
      <w:r w:rsidR="00BA5094" w:rsidRPr="0028321A">
        <w:rPr>
          <w:b/>
          <w:szCs w:val="24"/>
        </w:rPr>
        <w:t xml:space="preserve"> </w:t>
      </w:r>
      <w:r w:rsidR="00EE6416" w:rsidRPr="0028321A">
        <w:rPr>
          <w:b/>
          <w:szCs w:val="24"/>
        </w:rPr>
        <w:t xml:space="preserve">THE </w:t>
      </w:r>
      <w:r w:rsidR="0066389B">
        <w:rPr>
          <w:b/>
          <w:szCs w:val="24"/>
        </w:rPr>
        <w:t>PUBLIC HOUSING PROGRAM</w:t>
      </w:r>
    </w:p>
    <w:p w14:paraId="73D0E0BB" w14:textId="77777777" w:rsidR="00BA5094" w:rsidRPr="00933A27" w:rsidRDefault="00BA5094" w:rsidP="00933A27">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sidRPr="00933A27">
        <w:rPr>
          <w:szCs w:val="24"/>
        </w:rPr>
        <w:t>1-II.A. OVERVIEW AND HISTORY OF THE PROGRAM</w:t>
      </w:r>
    </w:p>
    <w:p w14:paraId="2F4A6397" w14:textId="77777777" w:rsidR="00BA5094" w:rsidRPr="0028321A" w:rsidRDefault="00BA5094" w:rsidP="00933A27">
      <w:pPr>
        <w:spacing w:before="120" w:after="0"/>
        <w:rPr>
          <w:szCs w:val="24"/>
        </w:rPr>
      </w:pPr>
      <w:r w:rsidRPr="0028321A">
        <w:rPr>
          <w:szCs w:val="24"/>
        </w:rPr>
        <w:t xml:space="preserve">The intent of this section is to provide the public and </w:t>
      </w:r>
      <w:proofErr w:type="gramStart"/>
      <w:r w:rsidRPr="0028321A">
        <w:rPr>
          <w:szCs w:val="24"/>
        </w:rPr>
        <w:t>staff</w:t>
      </w:r>
      <w:proofErr w:type="gramEnd"/>
      <w:r w:rsidRPr="0028321A">
        <w:rPr>
          <w:szCs w:val="24"/>
        </w:rPr>
        <w:t xml:space="preserve"> </w:t>
      </w:r>
      <w:r w:rsidR="00DA1533">
        <w:rPr>
          <w:szCs w:val="24"/>
        </w:rPr>
        <w:t xml:space="preserve">an overview of the history and </w:t>
      </w:r>
      <w:r w:rsidR="00202306">
        <w:rPr>
          <w:szCs w:val="24"/>
        </w:rPr>
        <w:t>operation</w:t>
      </w:r>
      <w:r w:rsidRPr="0028321A">
        <w:rPr>
          <w:szCs w:val="24"/>
        </w:rPr>
        <w:t xml:space="preserve"> of </w:t>
      </w:r>
      <w:r w:rsidR="00F7731D">
        <w:rPr>
          <w:szCs w:val="24"/>
        </w:rPr>
        <w:t>public housing</w:t>
      </w:r>
      <w:r w:rsidRPr="0028321A">
        <w:rPr>
          <w:szCs w:val="24"/>
        </w:rPr>
        <w:t>.</w:t>
      </w:r>
      <w:r w:rsidR="000D53BA">
        <w:rPr>
          <w:szCs w:val="24"/>
        </w:rPr>
        <w:t xml:space="preserve"> </w:t>
      </w:r>
    </w:p>
    <w:p w14:paraId="53DB62DC" w14:textId="77777777" w:rsidR="0043269D" w:rsidRDefault="0043269D" w:rsidP="00933A27">
      <w:pPr>
        <w:spacing w:before="120" w:after="0"/>
        <w:rPr>
          <w:szCs w:val="24"/>
        </w:rPr>
      </w:pPr>
      <w:r w:rsidRPr="0028321A">
        <w:rPr>
          <w:szCs w:val="24"/>
        </w:rPr>
        <w:t xml:space="preserve">The United States Housing Act of 1937 (the “Act”) is responsible for the birth of federal </w:t>
      </w:r>
      <w:r w:rsidR="002C4DF8" w:rsidRPr="0028321A">
        <w:rPr>
          <w:szCs w:val="24"/>
        </w:rPr>
        <w:t>housing program initiatives</w:t>
      </w:r>
      <w:r w:rsidR="007A0C04">
        <w:rPr>
          <w:szCs w:val="24"/>
        </w:rPr>
        <w:t>, known as public housing</w:t>
      </w:r>
      <w:r w:rsidR="002C4DF8" w:rsidRPr="0028321A">
        <w:rPr>
          <w:szCs w:val="24"/>
        </w:rPr>
        <w:t xml:space="preserve">. </w:t>
      </w:r>
      <w:r w:rsidRPr="0028321A">
        <w:rPr>
          <w:szCs w:val="24"/>
        </w:rPr>
        <w:t>The Act was intended to provide financial assistance to states and cities for public works projects, slum clearance and the development of affordable housing</w:t>
      </w:r>
      <w:r w:rsidR="004C0E85" w:rsidRPr="0028321A">
        <w:rPr>
          <w:szCs w:val="24"/>
        </w:rPr>
        <w:t xml:space="preserve"> </w:t>
      </w:r>
      <w:r w:rsidRPr="0028321A">
        <w:rPr>
          <w:szCs w:val="24"/>
        </w:rPr>
        <w:t>for low-income residents.</w:t>
      </w:r>
      <w:r w:rsidR="00DA1533">
        <w:rPr>
          <w:szCs w:val="24"/>
        </w:rPr>
        <w:t xml:space="preserve">  </w:t>
      </w:r>
      <w:r w:rsidR="00DA1533" w:rsidRPr="0028321A">
        <w:rPr>
          <w:szCs w:val="24"/>
        </w:rPr>
        <w:t xml:space="preserve">There have been many changes to the program since its inception in </w:t>
      </w:r>
      <w:r w:rsidR="00DA1533">
        <w:rPr>
          <w:szCs w:val="24"/>
        </w:rPr>
        <w:t>1937</w:t>
      </w:r>
      <w:r w:rsidR="00DA1533" w:rsidRPr="0028321A">
        <w:rPr>
          <w:szCs w:val="24"/>
        </w:rPr>
        <w:t>.</w:t>
      </w:r>
    </w:p>
    <w:p w14:paraId="226C64F2" w14:textId="77777777" w:rsidR="00F7731D" w:rsidRDefault="00F7731D" w:rsidP="00933A27">
      <w:pPr>
        <w:spacing w:before="120" w:after="0"/>
        <w:rPr>
          <w:szCs w:val="24"/>
        </w:rPr>
      </w:pPr>
      <w:r>
        <w:rPr>
          <w:szCs w:val="24"/>
        </w:rPr>
        <w:t>The Housing Act of 1965 established</w:t>
      </w:r>
      <w:r w:rsidR="00C47931">
        <w:rPr>
          <w:szCs w:val="24"/>
        </w:rPr>
        <w:t xml:space="preserve"> the availability of </w:t>
      </w:r>
      <w:r>
        <w:rPr>
          <w:szCs w:val="24"/>
        </w:rPr>
        <w:t>federal assistance, administered through local public agencies, to provide rehabilitation grants for home repairs and rehabilitation.  This act also created the federal Department of Housing and Urban Development (HUD).</w:t>
      </w:r>
    </w:p>
    <w:p w14:paraId="33695548" w14:textId="77777777" w:rsidR="003C0692" w:rsidRDefault="003C0692" w:rsidP="00933A27">
      <w:pPr>
        <w:spacing w:before="120" w:after="0"/>
        <w:rPr>
          <w:szCs w:val="24"/>
        </w:rPr>
      </w:pPr>
      <w:r>
        <w:rPr>
          <w:szCs w:val="24"/>
        </w:rPr>
        <w:t xml:space="preserve">The Housing Act of 1969 </w:t>
      </w:r>
      <w:r w:rsidR="00766EC6">
        <w:rPr>
          <w:szCs w:val="24"/>
        </w:rPr>
        <w:t xml:space="preserve">created </w:t>
      </w:r>
      <w:r>
        <w:rPr>
          <w:szCs w:val="24"/>
        </w:rPr>
        <w:t>an operating subsidy for the public housing program for the first time. Until that time, public housing was a self-sustaining program.</w:t>
      </w:r>
    </w:p>
    <w:p w14:paraId="6AF97BED" w14:textId="77777777" w:rsidR="00C85F1D" w:rsidRDefault="00276D14" w:rsidP="00933A27">
      <w:pPr>
        <w:spacing w:before="120" w:after="0"/>
        <w:rPr>
          <w:szCs w:val="24"/>
        </w:rPr>
      </w:pPr>
      <w:r w:rsidRPr="0028321A">
        <w:rPr>
          <w:szCs w:val="24"/>
        </w:rPr>
        <w:t>In 1998, the Quality Housing and Work Responsibility Act (QHWRA) – also known as the Public Housing Reform Act</w:t>
      </w:r>
      <w:r w:rsidR="007A0C04">
        <w:rPr>
          <w:szCs w:val="24"/>
        </w:rPr>
        <w:t xml:space="preserve"> or Housing Act of 1998</w:t>
      </w:r>
      <w:r w:rsidRPr="0028321A">
        <w:rPr>
          <w:szCs w:val="24"/>
        </w:rPr>
        <w:t xml:space="preserve"> – was signed into law. </w:t>
      </w:r>
      <w:r w:rsidR="00C85F1D">
        <w:rPr>
          <w:szCs w:val="24"/>
        </w:rPr>
        <w:t xml:space="preserve"> Its purpose was to </w:t>
      </w:r>
      <w:r w:rsidR="007A0C04">
        <w:rPr>
          <w:szCs w:val="24"/>
        </w:rPr>
        <w:t>provide more private sector management guidelines</w:t>
      </w:r>
      <w:r w:rsidR="003A4726">
        <w:rPr>
          <w:szCs w:val="24"/>
        </w:rPr>
        <w:t xml:space="preserve"> to the public housing program and</w:t>
      </w:r>
      <w:r w:rsidR="007A0C04">
        <w:rPr>
          <w:szCs w:val="24"/>
        </w:rPr>
        <w:t xml:space="preserve"> </w:t>
      </w:r>
      <w:r w:rsidR="003A4726">
        <w:rPr>
          <w:szCs w:val="24"/>
        </w:rPr>
        <w:t>provide</w:t>
      </w:r>
      <w:r w:rsidR="007A0C04">
        <w:rPr>
          <w:szCs w:val="24"/>
        </w:rPr>
        <w:t xml:space="preserve"> residents with greater choices</w:t>
      </w:r>
      <w:r w:rsidR="00304543">
        <w:rPr>
          <w:szCs w:val="24"/>
        </w:rPr>
        <w:t>.</w:t>
      </w:r>
      <w:r w:rsidR="00FE3EB0">
        <w:rPr>
          <w:szCs w:val="24"/>
        </w:rPr>
        <w:t xml:space="preserve"> It also allowed PHAs </w:t>
      </w:r>
      <w:r w:rsidR="007A0C04">
        <w:rPr>
          <w:szCs w:val="24"/>
        </w:rPr>
        <w:t>more re</w:t>
      </w:r>
      <w:r w:rsidR="00FE3EB0">
        <w:rPr>
          <w:szCs w:val="24"/>
        </w:rPr>
        <w:t>medies to replace or revitalize severely distressed public housing developments.</w:t>
      </w:r>
      <w:r w:rsidR="00C85F1D">
        <w:rPr>
          <w:szCs w:val="24"/>
        </w:rPr>
        <w:t xml:space="preserve"> </w:t>
      </w:r>
      <w:r w:rsidR="00FE3EB0">
        <w:rPr>
          <w:szCs w:val="24"/>
        </w:rPr>
        <w:t>Highlights of the Reform Act include: the establishment of flat rents; the requirem</w:t>
      </w:r>
      <w:r w:rsidR="003F4289">
        <w:rPr>
          <w:szCs w:val="24"/>
        </w:rPr>
        <w:t xml:space="preserve">ent </w:t>
      </w:r>
      <w:r w:rsidR="003A4726">
        <w:rPr>
          <w:szCs w:val="24"/>
        </w:rPr>
        <w:t xml:space="preserve">for PHAs </w:t>
      </w:r>
      <w:r w:rsidR="003F4289">
        <w:rPr>
          <w:szCs w:val="24"/>
        </w:rPr>
        <w:t>to develop five-year</w:t>
      </w:r>
      <w:r w:rsidR="003A4726">
        <w:rPr>
          <w:szCs w:val="24"/>
        </w:rPr>
        <w:t xml:space="preserve"> and annual</w:t>
      </w:r>
      <w:r w:rsidR="003F4289">
        <w:rPr>
          <w:szCs w:val="24"/>
        </w:rPr>
        <w:t xml:space="preserve"> plan</w:t>
      </w:r>
      <w:r w:rsidR="003A4726">
        <w:rPr>
          <w:szCs w:val="24"/>
        </w:rPr>
        <w:t>s;</w:t>
      </w:r>
      <w:r w:rsidR="00FE3EB0">
        <w:rPr>
          <w:szCs w:val="24"/>
        </w:rPr>
        <w:t xml:space="preserve"> </w:t>
      </w:r>
      <w:r w:rsidR="00C85F1D">
        <w:rPr>
          <w:szCs w:val="24"/>
        </w:rPr>
        <w:t>income targeting</w:t>
      </w:r>
      <w:r w:rsidR="00FE3EB0">
        <w:rPr>
          <w:szCs w:val="24"/>
        </w:rPr>
        <w:t>, a requirement that 40% of all new admissions in public housing during a</w:t>
      </w:r>
      <w:r w:rsidR="003A4726">
        <w:rPr>
          <w:szCs w:val="24"/>
        </w:rPr>
        <w:t>ny given</w:t>
      </w:r>
      <w:r w:rsidR="00FE3EB0">
        <w:rPr>
          <w:szCs w:val="24"/>
        </w:rPr>
        <w:t xml:space="preserve"> fiscal year be reserved for extremely low-income families; </w:t>
      </w:r>
      <w:r w:rsidR="00BE4150">
        <w:rPr>
          <w:szCs w:val="24"/>
        </w:rPr>
        <w:t xml:space="preserve">and </w:t>
      </w:r>
      <w:r w:rsidR="003A4726">
        <w:rPr>
          <w:szCs w:val="24"/>
        </w:rPr>
        <w:t>resident self-sufficiency incentives</w:t>
      </w:r>
      <w:r w:rsidR="008210BE">
        <w:rPr>
          <w:szCs w:val="24"/>
        </w:rPr>
        <w:t>.</w:t>
      </w:r>
    </w:p>
    <w:p w14:paraId="00142BF6" w14:textId="77777777" w:rsidR="00C36C12" w:rsidRDefault="0029661D" w:rsidP="0029661D">
      <w:pPr>
        <w:spacing w:before="120" w:after="0"/>
        <w:rPr>
          <w:szCs w:val="24"/>
        </w:rPr>
      </w:pPr>
      <w:r>
        <w:rPr>
          <w:szCs w:val="24"/>
        </w:rPr>
        <w:t xml:space="preserve">On July 29, 2016, the Housing Opportunity Through Modernization Act of 2016 (HOTMA) was signed into law. </w:t>
      </w:r>
      <w:r w:rsidRPr="009874D9">
        <w:rPr>
          <w:szCs w:val="24"/>
        </w:rPr>
        <w:t>HOTMA made numerous changes to statutes governing HUD programs, including sections of the United States Housing Act of 1937. Title I of HOTMA contains 14 different sections that impact the public housing and Section 8 programs.</w:t>
      </w:r>
    </w:p>
    <w:p w14:paraId="20E72F65" w14:textId="77777777" w:rsidR="0029661D" w:rsidRDefault="0029661D" w:rsidP="0029661D">
      <w:pPr>
        <w:spacing w:before="120" w:after="0"/>
        <w:rPr>
          <w:szCs w:val="24"/>
        </w:rPr>
      </w:pPr>
      <w:r w:rsidRPr="002504E7">
        <w:rPr>
          <w:szCs w:val="24"/>
        </w:rPr>
        <w:t xml:space="preserve">The </w:t>
      </w:r>
      <w:r>
        <w:rPr>
          <w:szCs w:val="24"/>
        </w:rPr>
        <w:t>Final R</w:t>
      </w:r>
      <w:r w:rsidRPr="002504E7">
        <w:rPr>
          <w:szCs w:val="24"/>
        </w:rPr>
        <w:t>ule implemen</w:t>
      </w:r>
      <w:r>
        <w:rPr>
          <w:szCs w:val="24"/>
        </w:rPr>
        <w:t>ting</w:t>
      </w:r>
      <w:r w:rsidRPr="002504E7">
        <w:rPr>
          <w:szCs w:val="24"/>
        </w:rPr>
        <w:t xml:space="preserve"> </w:t>
      </w:r>
      <w:r>
        <w:rPr>
          <w:szCs w:val="24"/>
        </w:rPr>
        <w:t>broad changes to</w:t>
      </w:r>
      <w:r w:rsidRPr="002504E7">
        <w:rPr>
          <w:szCs w:val="24"/>
        </w:rPr>
        <w:t xml:space="preserve"> income and asset</w:t>
      </w:r>
      <w:r w:rsidR="00876051">
        <w:rPr>
          <w:szCs w:val="24"/>
        </w:rPr>
        <w:t>s</w:t>
      </w:r>
      <w:r w:rsidRPr="002504E7">
        <w:rPr>
          <w:szCs w:val="24"/>
        </w:rPr>
        <w:t xml:space="preserve"> in Sections 102 and 104</w:t>
      </w:r>
      <w:r>
        <w:rPr>
          <w:szCs w:val="24"/>
        </w:rPr>
        <w:t xml:space="preserve"> of HOTMA, and f</w:t>
      </w:r>
      <w:r w:rsidRPr="002504E7">
        <w:rPr>
          <w:szCs w:val="24"/>
        </w:rPr>
        <w:t xml:space="preserve">or PHAs that administer the </w:t>
      </w:r>
      <w:r>
        <w:rPr>
          <w:szCs w:val="24"/>
        </w:rPr>
        <w:t>p</w:t>
      </w:r>
      <w:r w:rsidRPr="002504E7">
        <w:rPr>
          <w:szCs w:val="24"/>
        </w:rPr>
        <w:t xml:space="preserve">ublic </w:t>
      </w:r>
      <w:r>
        <w:rPr>
          <w:szCs w:val="24"/>
        </w:rPr>
        <w:t>h</w:t>
      </w:r>
      <w:r w:rsidRPr="002504E7">
        <w:rPr>
          <w:szCs w:val="24"/>
        </w:rPr>
        <w:t>ousing program over-income provisions in Section 103</w:t>
      </w:r>
      <w:r>
        <w:rPr>
          <w:szCs w:val="24"/>
        </w:rPr>
        <w:t xml:space="preserve">, </w:t>
      </w:r>
      <w:r w:rsidRPr="002504E7">
        <w:rPr>
          <w:szCs w:val="24"/>
        </w:rPr>
        <w:t xml:space="preserve">was officially published in the </w:t>
      </w:r>
      <w:r w:rsidRPr="002504E7">
        <w:rPr>
          <w:i/>
          <w:iCs/>
          <w:szCs w:val="24"/>
        </w:rPr>
        <w:t>Federal Register</w:t>
      </w:r>
      <w:r w:rsidRPr="002504E7">
        <w:rPr>
          <w:szCs w:val="24"/>
        </w:rPr>
        <w:t xml:space="preserve"> on February 14, 2023. </w:t>
      </w:r>
      <w:bookmarkStart w:id="0" w:name="_Hlk147136230"/>
      <w:r w:rsidR="00B10F1A">
        <w:rPr>
          <w:szCs w:val="24"/>
        </w:rPr>
        <w:t>On September 29, 2023, HUD issued notice PIH 2023-27</w:t>
      </w:r>
      <w:r w:rsidR="00052492">
        <w:rPr>
          <w:szCs w:val="24"/>
        </w:rPr>
        <w:t>,</w:t>
      </w:r>
      <w:r w:rsidR="00B10F1A">
        <w:rPr>
          <w:szCs w:val="24"/>
        </w:rPr>
        <w:t xml:space="preserve"> which provided guidance to PHAs on the implementation of the program changes described in the Final Rule.</w:t>
      </w:r>
      <w:r w:rsidR="00C36C12">
        <w:rPr>
          <w:szCs w:val="24"/>
        </w:rPr>
        <w:t xml:space="preserve"> HUD issued a revised version of the notice on February 2, 2024.</w:t>
      </w:r>
    </w:p>
    <w:bookmarkEnd w:id="0"/>
    <w:p w14:paraId="601203EB" w14:textId="77777777" w:rsidR="00317983" w:rsidRPr="00933A27" w:rsidRDefault="007C1016" w:rsidP="00933A27">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Pr>
          <w:b w:val="0"/>
          <w:szCs w:val="24"/>
        </w:rPr>
        <w:br w:type="page"/>
      </w:r>
      <w:r w:rsidR="00BE4150" w:rsidRPr="00933A27">
        <w:rPr>
          <w:szCs w:val="24"/>
        </w:rPr>
        <w:lastRenderedPageBreak/>
        <w:t>1-II.B. PUBLIC HOUSING</w:t>
      </w:r>
      <w:r w:rsidR="00317983" w:rsidRPr="00933A27">
        <w:rPr>
          <w:szCs w:val="24"/>
        </w:rPr>
        <w:t xml:space="preserve"> PROGRAM BASICS</w:t>
      </w:r>
    </w:p>
    <w:p w14:paraId="2E2D27C3" w14:textId="77777777" w:rsidR="00317983" w:rsidRDefault="00D2599C" w:rsidP="00933A27">
      <w:pPr>
        <w:spacing w:before="120" w:after="0"/>
        <w:rPr>
          <w:szCs w:val="24"/>
        </w:rPr>
      </w:pPr>
      <w:r>
        <w:rPr>
          <w:szCs w:val="24"/>
        </w:rPr>
        <w:t xml:space="preserve">HUD writes and publishes regulations </w:t>
      </w:r>
      <w:proofErr w:type="gramStart"/>
      <w:r>
        <w:rPr>
          <w:szCs w:val="24"/>
        </w:rPr>
        <w:t>in order to</w:t>
      </w:r>
      <w:proofErr w:type="gramEnd"/>
      <w:r>
        <w:rPr>
          <w:szCs w:val="24"/>
        </w:rPr>
        <w:t xml:space="preserve"> implement public housing laws enacted by Congress. </w:t>
      </w:r>
      <w:r w:rsidR="00575E5F">
        <w:rPr>
          <w:szCs w:val="24"/>
        </w:rPr>
        <w:t>HUD</w:t>
      </w:r>
      <w:r>
        <w:rPr>
          <w:szCs w:val="24"/>
        </w:rPr>
        <w:t xml:space="preserve"> contracts with the PHA to </w:t>
      </w:r>
      <w:r w:rsidR="00EB024B">
        <w:rPr>
          <w:szCs w:val="24"/>
        </w:rPr>
        <w:t>administer programs</w:t>
      </w:r>
      <w:r>
        <w:rPr>
          <w:szCs w:val="24"/>
        </w:rPr>
        <w:t xml:space="preserve"> in accordance with HUD regulations</w:t>
      </w:r>
      <w:r w:rsidR="003A4726">
        <w:rPr>
          <w:szCs w:val="24"/>
        </w:rPr>
        <w:t xml:space="preserve"> and provides an operating subsidy to the PHA</w:t>
      </w:r>
      <w:r w:rsidR="00EB024B">
        <w:rPr>
          <w:szCs w:val="24"/>
        </w:rPr>
        <w:t>.</w:t>
      </w:r>
      <w:r w:rsidR="003A4726">
        <w:rPr>
          <w:szCs w:val="24"/>
        </w:rPr>
        <w:t xml:space="preserve"> </w:t>
      </w:r>
      <w:r>
        <w:rPr>
          <w:szCs w:val="24"/>
        </w:rPr>
        <w:t>The PHA must create written policies that are co</w:t>
      </w:r>
      <w:r w:rsidR="00A51182">
        <w:rPr>
          <w:szCs w:val="24"/>
        </w:rPr>
        <w:t>nsistent with HUD regulations. Among these</w:t>
      </w:r>
      <w:r>
        <w:rPr>
          <w:szCs w:val="24"/>
        </w:rPr>
        <w:t xml:space="preserve"> policies </w:t>
      </w:r>
      <w:r w:rsidR="00A51182">
        <w:rPr>
          <w:szCs w:val="24"/>
        </w:rPr>
        <w:t>is the</w:t>
      </w:r>
      <w:r>
        <w:rPr>
          <w:szCs w:val="24"/>
        </w:rPr>
        <w:t xml:space="preserve"> </w:t>
      </w:r>
      <w:r w:rsidRPr="0028321A">
        <w:rPr>
          <w:szCs w:val="24"/>
        </w:rPr>
        <w:t xml:space="preserve">PHA’s </w:t>
      </w:r>
      <w:r>
        <w:rPr>
          <w:szCs w:val="24"/>
        </w:rPr>
        <w:t>Admissions and Con</w:t>
      </w:r>
      <w:r w:rsidR="00026D52">
        <w:rPr>
          <w:szCs w:val="24"/>
        </w:rPr>
        <w:t>tinued Occupancy Policy</w:t>
      </w:r>
      <w:r>
        <w:rPr>
          <w:szCs w:val="24"/>
        </w:rPr>
        <w:t xml:space="preserve"> (ACOP). The ACOP must be </w:t>
      </w:r>
      <w:r w:rsidR="00317983" w:rsidRPr="0028321A">
        <w:rPr>
          <w:szCs w:val="24"/>
        </w:rPr>
        <w:t xml:space="preserve">approved by the </w:t>
      </w:r>
      <w:r w:rsidR="00D85A9D" w:rsidRPr="0028321A">
        <w:rPr>
          <w:szCs w:val="24"/>
        </w:rPr>
        <w:t xml:space="preserve">board </w:t>
      </w:r>
      <w:r w:rsidR="00317983" w:rsidRPr="0028321A">
        <w:rPr>
          <w:szCs w:val="24"/>
        </w:rPr>
        <w:t xml:space="preserve">of </w:t>
      </w:r>
      <w:r w:rsidR="00D85A9D" w:rsidRPr="0028321A">
        <w:rPr>
          <w:szCs w:val="24"/>
        </w:rPr>
        <w:t xml:space="preserve">commissioners </w:t>
      </w:r>
      <w:r w:rsidR="00317983" w:rsidRPr="0028321A">
        <w:rPr>
          <w:szCs w:val="24"/>
        </w:rPr>
        <w:t>of the PHA.</w:t>
      </w:r>
    </w:p>
    <w:p w14:paraId="155B3211" w14:textId="77777777" w:rsidR="00EB024B" w:rsidRDefault="00D2599C" w:rsidP="00933A27">
      <w:pPr>
        <w:spacing w:before="120" w:after="0"/>
        <w:rPr>
          <w:szCs w:val="24"/>
        </w:rPr>
      </w:pPr>
      <w:r w:rsidRPr="0028321A">
        <w:rPr>
          <w:szCs w:val="24"/>
        </w:rPr>
        <w:t xml:space="preserve">The </w:t>
      </w:r>
      <w:r>
        <w:rPr>
          <w:szCs w:val="24"/>
        </w:rPr>
        <w:t>job</w:t>
      </w:r>
      <w:r w:rsidRPr="0028321A">
        <w:rPr>
          <w:szCs w:val="24"/>
        </w:rPr>
        <w:t xml:space="preserve"> of </w:t>
      </w:r>
      <w:r>
        <w:rPr>
          <w:szCs w:val="24"/>
        </w:rPr>
        <w:t xml:space="preserve">the PHA pursuant to HUD regulations </w:t>
      </w:r>
      <w:r w:rsidRPr="0028321A">
        <w:rPr>
          <w:szCs w:val="24"/>
        </w:rPr>
        <w:t xml:space="preserve">is to provide </w:t>
      </w:r>
      <w:r w:rsidR="00AE4050">
        <w:rPr>
          <w:szCs w:val="24"/>
        </w:rPr>
        <w:t>safe, habitable dwelling units</w:t>
      </w:r>
      <w:r>
        <w:rPr>
          <w:szCs w:val="24"/>
        </w:rPr>
        <w:t xml:space="preserve"> to low-income families at an affordable rent</w:t>
      </w:r>
      <w:r w:rsidRPr="0028321A">
        <w:rPr>
          <w:szCs w:val="24"/>
        </w:rPr>
        <w:t>.</w:t>
      </w:r>
      <w:r w:rsidR="00D52381">
        <w:rPr>
          <w:szCs w:val="24"/>
        </w:rPr>
        <w:t xml:space="preserve"> The PHA screens applicants for public housing and, if they are </w:t>
      </w:r>
      <w:r w:rsidR="00E92942">
        <w:rPr>
          <w:szCs w:val="24"/>
        </w:rPr>
        <w:t>determined to be eligible for the program</w:t>
      </w:r>
      <w:r w:rsidR="00D52381">
        <w:rPr>
          <w:szCs w:val="24"/>
        </w:rPr>
        <w:t xml:space="preserve">, </w:t>
      </w:r>
      <w:r w:rsidR="00317983" w:rsidRPr="0028321A">
        <w:rPr>
          <w:szCs w:val="24"/>
        </w:rPr>
        <w:t xml:space="preserve">the PHA </w:t>
      </w:r>
      <w:r w:rsidR="00E92942">
        <w:rPr>
          <w:szCs w:val="24"/>
        </w:rPr>
        <w:t>makes an offer of a housing</w:t>
      </w:r>
      <w:r w:rsidR="00BE4150">
        <w:rPr>
          <w:szCs w:val="24"/>
        </w:rPr>
        <w:t xml:space="preserve"> unit</w:t>
      </w:r>
      <w:r w:rsidR="00317983" w:rsidRPr="0028321A">
        <w:rPr>
          <w:szCs w:val="24"/>
        </w:rPr>
        <w:t xml:space="preserve">. </w:t>
      </w:r>
      <w:r w:rsidR="00745F32">
        <w:rPr>
          <w:szCs w:val="24"/>
        </w:rPr>
        <w:t xml:space="preserve">If the </w:t>
      </w:r>
      <w:r w:rsidR="00EB024B">
        <w:rPr>
          <w:szCs w:val="24"/>
        </w:rPr>
        <w:t xml:space="preserve">applicant </w:t>
      </w:r>
      <w:r w:rsidR="00745F32">
        <w:rPr>
          <w:szCs w:val="24"/>
        </w:rPr>
        <w:t xml:space="preserve">accepts the offer, </w:t>
      </w:r>
      <w:r w:rsidR="00317983" w:rsidRPr="0028321A">
        <w:rPr>
          <w:szCs w:val="24"/>
        </w:rPr>
        <w:t xml:space="preserve">the PHA </w:t>
      </w:r>
      <w:r w:rsidR="00B721C9">
        <w:rPr>
          <w:szCs w:val="24"/>
        </w:rPr>
        <w:t xml:space="preserve">and the applicant </w:t>
      </w:r>
      <w:r w:rsidR="00317983" w:rsidRPr="0028321A">
        <w:rPr>
          <w:szCs w:val="24"/>
        </w:rPr>
        <w:t xml:space="preserve">will enter into a </w:t>
      </w:r>
      <w:r w:rsidR="00B721C9">
        <w:rPr>
          <w:szCs w:val="24"/>
        </w:rPr>
        <w:t>written lease agreement</w:t>
      </w:r>
      <w:r w:rsidR="00317983" w:rsidRPr="0028321A">
        <w:rPr>
          <w:szCs w:val="24"/>
        </w:rPr>
        <w:t xml:space="preserve">. </w:t>
      </w:r>
      <w:r w:rsidR="00EB024B">
        <w:rPr>
          <w:szCs w:val="24"/>
        </w:rPr>
        <w:t>A</w:t>
      </w:r>
      <w:r w:rsidR="003A4726">
        <w:rPr>
          <w:szCs w:val="24"/>
        </w:rPr>
        <w:t>t</w:t>
      </w:r>
      <w:r w:rsidR="00EB024B">
        <w:rPr>
          <w:szCs w:val="24"/>
        </w:rPr>
        <w:t xml:space="preserve"> this point, the applicant becomes a tenant </w:t>
      </w:r>
      <w:r w:rsidR="00B721C9">
        <w:rPr>
          <w:szCs w:val="24"/>
        </w:rPr>
        <w:t xml:space="preserve">in </w:t>
      </w:r>
      <w:r w:rsidR="00EB024B">
        <w:rPr>
          <w:szCs w:val="24"/>
        </w:rPr>
        <w:t>the public housing program.</w:t>
      </w:r>
    </w:p>
    <w:p w14:paraId="669C81ED" w14:textId="77777777" w:rsidR="00EB024B" w:rsidRDefault="00685A3C" w:rsidP="00933A27">
      <w:pPr>
        <w:spacing w:before="120" w:after="0"/>
        <w:rPr>
          <w:szCs w:val="24"/>
        </w:rPr>
      </w:pPr>
      <w:r>
        <w:rPr>
          <w:szCs w:val="24"/>
        </w:rPr>
        <w:t>In the context of the public housing program, a</w:t>
      </w:r>
      <w:r w:rsidR="00EB024B">
        <w:rPr>
          <w:szCs w:val="24"/>
        </w:rPr>
        <w:t xml:space="preserve"> tenant is defined </w:t>
      </w:r>
      <w:r>
        <w:rPr>
          <w:szCs w:val="24"/>
        </w:rPr>
        <w:t xml:space="preserve">as the adult person(s) (other than a live-in aide who (1) executed the lease with the PHA as lessee of the dwelling unit, or, if no such person now resides in the unit, (2) who resides in the unit, and who is the remaining head of household of the tenant family residing in the dwelling unit. </w:t>
      </w:r>
      <w:r w:rsidR="00EB024B">
        <w:rPr>
          <w:szCs w:val="24"/>
        </w:rPr>
        <w:t xml:space="preserve">[24 CFR </w:t>
      </w:r>
      <w:r>
        <w:rPr>
          <w:szCs w:val="24"/>
        </w:rPr>
        <w:t>966.53</w:t>
      </w:r>
      <w:r w:rsidR="00EB024B">
        <w:rPr>
          <w:szCs w:val="24"/>
        </w:rPr>
        <w:t>].  The Public Housing Occupancy Guidebook refers to tenants as “residents.”  The terms “tenant” and “resident” are used interchangeably in this policy.  Additionally, this policy uses the term “family” or “families” for residents or applicants, depending on context.</w:t>
      </w:r>
    </w:p>
    <w:p w14:paraId="1D315371" w14:textId="77777777" w:rsidR="00317983" w:rsidRPr="0028321A" w:rsidRDefault="00745F32" w:rsidP="00933A27">
      <w:pPr>
        <w:spacing w:before="120" w:after="0"/>
        <w:rPr>
          <w:szCs w:val="24"/>
        </w:rPr>
      </w:pPr>
      <w:r>
        <w:rPr>
          <w:szCs w:val="24"/>
        </w:rPr>
        <w:t xml:space="preserve">Since the PHA owns the public housing development, </w:t>
      </w:r>
      <w:r w:rsidR="005F7873">
        <w:rPr>
          <w:szCs w:val="24"/>
        </w:rPr>
        <w:t>the PHA is the landlord</w:t>
      </w:r>
      <w:r w:rsidR="00D52381">
        <w:rPr>
          <w:szCs w:val="24"/>
        </w:rPr>
        <w:t xml:space="preserve">. The PHA must comply with </w:t>
      </w:r>
      <w:proofErr w:type="gramStart"/>
      <w:r w:rsidR="00D52381">
        <w:rPr>
          <w:szCs w:val="24"/>
        </w:rPr>
        <w:t>all of</w:t>
      </w:r>
      <w:proofErr w:type="gramEnd"/>
      <w:r w:rsidR="00D52381">
        <w:rPr>
          <w:szCs w:val="24"/>
        </w:rPr>
        <w:t xml:space="preserve"> the legal and management responsibilities of a landlord </w:t>
      </w:r>
      <w:r w:rsidR="005F7873">
        <w:rPr>
          <w:szCs w:val="24"/>
        </w:rPr>
        <w:t xml:space="preserve">in addition to administering the program in accordance with HUD regulations and PHA policy. </w:t>
      </w:r>
    </w:p>
    <w:p w14:paraId="085AD093" w14:textId="77777777" w:rsidR="00E37ED9" w:rsidRPr="00933A27" w:rsidRDefault="00E37ED9" w:rsidP="00933A27">
      <w:pPr>
        <w:pStyle w:val="Title"/>
        <w:keepNext w:val="0"/>
        <w:tabs>
          <w:tab w:val="clear" w:pos="532"/>
          <w:tab w:val="clear" w:pos="720"/>
          <w:tab w:val="clear" w:pos="2160"/>
          <w:tab w:val="clear" w:pos="5760"/>
          <w:tab w:val="clear" w:pos="7200"/>
          <w:tab w:val="clear" w:pos="7920"/>
          <w:tab w:val="clear" w:pos="8640"/>
        </w:tabs>
        <w:spacing w:before="240" w:after="0"/>
        <w:jc w:val="left"/>
        <w:rPr>
          <w:szCs w:val="24"/>
        </w:rPr>
      </w:pPr>
      <w:r w:rsidRPr="00933A27">
        <w:rPr>
          <w:szCs w:val="24"/>
        </w:rPr>
        <w:t>1-II.</w:t>
      </w:r>
      <w:r w:rsidR="00CB004A" w:rsidRPr="00933A27">
        <w:rPr>
          <w:szCs w:val="24"/>
        </w:rPr>
        <w:t xml:space="preserve">C. </w:t>
      </w:r>
      <w:r w:rsidR="00745F32" w:rsidRPr="00933A27">
        <w:rPr>
          <w:szCs w:val="24"/>
        </w:rPr>
        <w:t>PUBLIC HOUSING P</w:t>
      </w:r>
      <w:r w:rsidR="001E1932" w:rsidRPr="00933A27">
        <w:rPr>
          <w:szCs w:val="24"/>
        </w:rPr>
        <w:t>ARTNERSHIPS</w:t>
      </w:r>
    </w:p>
    <w:p w14:paraId="1F00458F" w14:textId="77777777" w:rsidR="00764D21" w:rsidRDefault="00EE6416" w:rsidP="00933A27">
      <w:pPr>
        <w:spacing w:before="120" w:after="0"/>
        <w:rPr>
          <w:szCs w:val="24"/>
        </w:rPr>
      </w:pPr>
      <w:r w:rsidRPr="0028321A">
        <w:rPr>
          <w:szCs w:val="24"/>
        </w:rPr>
        <w:t>To</w:t>
      </w:r>
      <w:r w:rsidR="00525B15" w:rsidRPr="0028321A">
        <w:rPr>
          <w:szCs w:val="24"/>
        </w:rPr>
        <w:t xml:space="preserve"> administer the </w:t>
      </w:r>
      <w:r w:rsidR="00745F32">
        <w:rPr>
          <w:szCs w:val="24"/>
        </w:rPr>
        <w:t>public housing</w:t>
      </w:r>
      <w:r w:rsidR="00525B15" w:rsidRPr="0028321A">
        <w:rPr>
          <w:szCs w:val="24"/>
        </w:rPr>
        <w:t xml:space="preserve"> program, the PHA </w:t>
      </w:r>
      <w:r w:rsidR="0083299D">
        <w:rPr>
          <w:szCs w:val="24"/>
        </w:rPr>
        <w:t xml:space="preserve">must </w:t>
      </w:r>
      <w:proofErr w:type="gramStart"/>
      <w:r w:rsidR="0083299D">
        <w:rPr>
          <w:szCs w:val="24"/>
        </w:rPr>
        <w:t>enter into</w:t>
      </w:r>
      <w:proofErr w:type="gramEnd"/>
      <w:r w:rsidR="0083299D">
        <w:rPr>
          <w:szCs w:val="24"/>
        </w:rPr>
        <w:t xml:space="preserve"> an Annual Contributions Contract (ACC) with HUD</w:t>
      </w:r>
      <w:r w:rsidR="00525B15" w:rsidRPr="0028321A">
        <w:rPr>
          <w:szCs w:val="24"/>
        </w:rPr>
        <w:t xml:space="preserve">. The PHA also </w:t>
      </w:r>
      <w:proofErr w:type="gramStart"/>
      <w:r w:rsidR="00525B15" w:rsidRPr="0028321A">
        <w:rPr>
          <w:szCs w:val="24"/>
        </w:rPr>
        <w:t>enters into</w:t>
      </w:r>
      <w:proofErr w:type="gramEnd"/>
      <w:r w:rsidR="00525B15" w:rsidRPr="0028321A">
        <w:rPr>
          <w:szCs w:val="24"/>
        </w:rPr>
        <w:t xml:space="preserve"> </w:t>
      </w:r>
      <w:r w:rsidR="00F20CB2">
        <w:rPr>
          <w:szCs w:val="24"/>
        </w:rPr>
        <w:t xml:space="preserve">a </w:t>
      </w:r>
      <w:r w:rsidR="00525B15" w:rsidRPr="0028321A">
        <w:rPr>
          <w:szCs w:val="24"/>
        </w:rPr>
        <w:t>contractual relationshi</w:t>
      </w:r>
      <w:r w:rsidR="00F32ABA">
        <w:rPr>
          <w:szCs w:val="24"/>
        </w:rPr>
        <w:t xml:space="preserve">p with the </w:t>
      </w:r>
      <w:r w:rsidR="00EB024B">
        <w:rPr>
          <w:szCs w:val="24"/>
        </w:rPr>
        <w:t xml:space="preserve">tenant </w:t>
      </w:r>
      <w:r w:rsidR="00973560">
        <w:rPr>
          <w:szCs w:val="24"/>
        </w:rPr>
        <w:t>through the public housing lease</w:t>
      </w:r>
      <w:r w:rsidR="00F32ABA">
        <w:rPr>
          <w:szCs w:val="24"/>
        </w:rPr>
        <w:t>.</w:t>
      </w:r>
      <w:r w:rsidR="003278EA">
        <w:rPr>
          <w:szCs w:val="24"/>
        </w:rPr>
        <w:t xml:space="preserve"> These contracts </w:t>
      </w:r>
      <w:r w:rsidR="00F74B30">
        <w:rPr>
          <w:szCs w:val="24"/>
        </w:rPr>
        <w:t xml:space="preserve">define and describe </w:t>
      </w:r>
      <w:r w:rsidR="003278EA">
        <w:rPr>
          <w:szCs w:val="24"/>
        </w:rPr>
        <w:t>the roles and respo</w:t>
      </w:r>
      <w:r w:rsidR="00764D21">
        <w:rPr>
          <w:szCs w:val="24"/>
        </w:rPr>
        <w:t>nsibilities of each party.</w:t>
      </w:r>
    </w:p>
    <w:p w14:paraId="68795497" w14:textId="77777777" w:rsidR="0077139B" w:rsidRPr="0028321A" w:rsidRDefault="00F74B30" w:rsidP="00764D21">
      <w:pPr>
        <w:spacing w:before="120" w:after="0"/>
        <w:rPr>
          <w:szCs w:val="24"/>
        </w:rPr>
      </w:pPr>
      <w:r>
        <w:rPr>
          <w:szCs w:val="24"/>
        </w:rPr>
        <w:t>In addition to the ACC, the PHA and family must also comply with f</w:t>
      </w:r>
      <w:r w:rsidR="00700513">
        <w:rPr>
          <w:szCs w:val="24"/>
        </w:rPr>
        <w:t xml:space="preserve">ederal regulations </w:t>
      </w:r>
      <w:r>
        <w:rPr>
          <w:szCs w:val="24"/>
        </w:rPr>
        <w:t>and other HUD publications and directives</w:t>
      </w:r>
      <w:r w:rsidR="00AD0A1A">
        <w:rPr>
          <w:szCs w:val="24"/>
        </w:rPr>
        <w:t xml:space="preserve">.  </w:t>
      </w:r>
      <w:r w:rsidR="001E1932" w:rsidRPr="0028321A">
        <w:rPr>
          <w:szCs w:val="24"/>
        </w:rPr>
        <w:t>F</w:t>
      </w:r>
      <w:r w:rsidR="00EE6416" w:rsidRPr="0028321A">
        <w:rPr>
          <w:szCs w:val="24"/>
        </w:rPr>
        <w:t xml:space="preserve">or the program to work and be successful, all </w:t>
      </w:r>
      <w:r w:rsidR="00F74546" w:rsidRPr="0028321A">
        <w:rPr>
          <w:szCs w:val="24"/>
        </w:rPr>
        <w:t>p</w:t>
      </w:r>
      <w:r w:rsidR="00F32ABA">
        <w:rPr>
          <w:szCs w:val="24"/>
        </w:rPr>
        <w:t xml:space="preserve">arties involved – HUD, the PHA, </w:t>
      </w:r>
      <w:r w:rsidR="00F74546" w:rsidRPr="0028321A">
        <w:rPr>
          <w:szCs w:val="24"/>
        </w:rPr>
        <w:t xml:space="preserve">and the </w:t>
      </w:r>
      <w:r w:rsidR="00EB024B">
        <w:rPr>
          <w:szCs w:val="24"/>
        </w:rPr>
        <w:t>tenant</w:t>
      </w:r>
      <w:r w:rsidR="00EB024B" w:rsidRPr="0028321A">
        <w:rPr>
          <w:szCs w:val="24"/>
        </w:rPr>
        <w:t xml:space="preserve"> </w:t>
      </w:r>
      <w:r w:rsidR="00F74546" w:rsidRPr="0028321A">
        <w:rPr>
          <w:szCs w:val="24"/>
        </w:rPr>
        <w:t xml:space="preserve">– </w:t>
      </w:r>
      <w:r>
        <w:rPr>
          <w:szCs w:val="24"/>
        </w:rPr>
        <w:t>play an important role</w:t>
      </w:r>
      <w:r w:rsidR="00F74546" w:rsidRPr="0028321A">
        <w:rPr>
          <w:szCs w:val="24"/>
        </w:rPr>
        <w:t xml:space="preserve">. </w:t>
      </w:r>
    </w:p>
    <w:p w14:paraId="11AF164D" w14:textId="77777777" w:rsidR="00A242F8" w:rsidRPr="0028321A" w:rsidRDefault="00A242F8" w:rsidP="00933A27">
      <w:pPr>
        <w:spacing w:before="120" w:after="0"/>
        <w:rPr>
          <w:szCs w:val="24"/>
        </w:rPr>
      </w:pPr>
      <w:r w:rsidRPr="0028321A">
        <w:rPr>
          <w:szCs w:val="24"/>
        </w:rPr>
        <w:t>The chart on the following page illustrates key aspects of these relationships.</w:t>
      </w:r>
    </w:p>
    <w:p w14:paraId="04F73B9A" w14:textId="77777777" w:rsidR="008A7888" w:rsidRDefault="00FE0AF2" w:rsidP="008A7888">
      <w:pPr>
        <w:suppressLineNumbers/>
        <w:spacing w:before="120" w:after="0"/>
        <w:jc w:val="center"/>
        <w:rPr>
          <w:b/>
          <w:szCs w:val="24"/>
        </w:rPr>
      </w:pPr>
      <w:r w:rsidRPr="0028321A">
        <w:rPr>
          <w:szCs w:val="24"/>
        </w:rPr>
        <w:br w:type="page"/>
      </w:r>
      <w:r w:rsidR="00A242F8" w:rsidRPr="0028321A">
        <w:rPr>
          <w:b/>
          <w:szCs w:val="24"/>
        </w:rPr>
        <w:lastRenderedPageBreak/>
        <w:t xml:space="preserve">The </w:t>
      </w:r>
      <w:r w:rsidR="008A7888">
        <w:rPr>
          <w:b/>
          <w:szCs w:val="24"/>
        </w:rPr>
        <w:t>Public Housing Relationships</w:t>
      </w:r>
    </w:p>
    <w:p w14:paraId="1BB63C31" w14:textId="77777777" w:rsidR="008A7888" w:rsidRDefault="008A7888" w:rsidP="008A7888">
      <w:pPr>
        <w:suppressLineNumbers/>
        <w:spacing w:before="120" w:after="0"/>
        <w:jc w:val="center"/>
        <w:rPr>
          <w:b/>
          <w:szCs w:val="24"/>
        </w:rPr>
      </w:pPr>
      <w:r w:rsidRPr="008A7888">
        <w:rPr>
          <w:b/>
          <w:szCs w:val="24"/>
        </w:rPr>
        <w:pict w14:anchorId="3F1894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9.55pt">
            <v:imagedata r:id="rId7" o:title="Relationship chart"/>
          </v:shape>
        </w:pict>
      </w:r>
    </w:p>
    <w:p w14:paraId="392FF4F3" w14:textId="77777777" w:rsidR="00A242F8" w:rsidRPr="0028321A" w:rsidRDefault="008A7888" w:rsidP="00B8622C">
      <w:pPr>
        <w:suppressLineNumbers/>
        <w:spacing w:before="120" w:after="0"/>
        <w:rPr>
          <w:b/>
          <w:szCs w:val="24"/>
        </w:rPr>
      </w:pPr>
      <w:r>
        <w:rPr>
          <w:b/>
          <w:szCs w:val="24"/>
        </w:rPr>
        <w:br w:type="page"/>
      </w:r>
      <w:r w:rsidR="00A242F8" w:rsidRPr="0028321A">
        <w:rPr>
          <w:b/>
          <w:szCs w:val="24"/>
        </w:rPr>
        <w:lastRenderedPageBreak/>
        <w:t>What does HUD do?</w:t>
      </w:r>
    </w:p>
    <w:p w14:paraId="7FD4DD40" w14:textId="77777777" w:rsidR="00A242F8" w:rsidRPr="0028321A" w:rsidRDefault="008E77A1" w:rsidP="00933A27">
      <w:pPr>
        <w:spacing w:before="120" w:after="0"/>
        <w:rPr>
          <w:szCs w:val="24"/>
        </w:rPr>
      </w:pPr>
      <w:r>
        <w:rPr>
          <w:szCs w:val="24"/>
        </w:rPr>
        <w:t xml:space="preserve">Federal law is the source of HUD responsibilities.  </w:t>
      </w:r>
      <w:r w:rsidR="00A242F8" w:rsidRPr="0028321A">
        <w:rPr>
          <w:szCs w:val="24"/>
        </w:rPr>
        <w:t>HUD has the following major responsibilities:</w:t>
      </w:r>
    </w:p>
    <w:p w14:paraId="2438CB53" w14:textId="77777777" w:rsidR="00A7346D" w:rsidRDefault="00A242F8" w:rsidP="00933A27">
      <w:pPr>
        <w:numPr>
          <w:ilvl w:val="0"/>
          <w:numId w:val="2"/>
        </w:numPr>
        <w:spacing w:before="120" w:after="0"/>
        <w:rPr>
          <w:szCs w:val="24"/>
        </w:rPr>
      </w:pPr>
      <w:bookmarkStart w:id="1" w:name="OLE_LINK1"/>
      <w:r w:rsidRPr="0028321A">
        <w:rPr>
          <w:szCs w:val="24"/>
        </w:rPr>
        <w:t xml:space="preserve">Develop </w:t>
      </w:r>
      <w:r w:rsidRPr="00933A27">
        <w:t>regulations</w:t>
      </w:r>
      <w:r w:rsidRPr="0028321A">
        <w:rPr>
          <w:szCs w:val="24"/>
        </w:rPr>
        <w:t>, requirements, handbooks, notices and other guidance to implement housing legislation passed by Congress</w:t>
      </w:r>
    </w:p>
    <w:p w14:paraId="31DCF85C" w14:textId="77777777" w:rsidR="00A7346D" w:rsidRDefault="00A242F8" w:rsidP="00933A27">
      <w:pPr>
        <w:numPr>
          <w:ilvl w:val="0"/>
          <w:numId w:val="2"/>
        </w:numPr>
        <w:spacing w:before="120" w:after="0"/>
      </w:pPr>
      <w:r w:rsidRPr="00933A27">
        <w:t xml:space="preserve">Allocate </w:t>
      </w:r>
      <w:r w:rsidR="00F32ABA" w:rsidRPr="00933A27">
        <w:t>operating subsidies</w:t>
      </w:r>
      <w:r w:rsidRPr="00933A27">
        <w:t xml:space="preserve"> to PHAs</w:t>
      </w:r>
    </w:p>
    <w:p w14:paraId="0530A6A9" w14:textId="77777777" w:rsidR="00A7346D" w:rsidRDefault="002C7351" w:rsidP="00933A27">
      <w:pPr>
        <w:numPr>
          <w:ilvl w:val="0"/>
          <w:numId w:val="2"/>
        </w:numPr>
        <w:spacing w:before="120" w:after="0"/>
      </w:pPr>
      <w:r w:rsidRPr="00933A27">
        <w:t>Allocate capital funding to PHAs</w:t>
      </w:r>
    </w:p>
    <w:p w14:paraId="36764E94" w14:textId="77777777" w:rsidR="00A7346D" w:rsidRDefault="00BF02D3" w:rsidP="00933A27">
      <w:pPr>
        <w:numPr>
          <w:ilvl w:val="0"/>
          <w:numId w:val="2"/>
        </w:numPr>
        <w:spacing w:before="120" w:after="0"/>
      </w:pPr>
      <w:r w:rsidRPr="00933A27">
        <w:t>Provide technical assistance to PHAs on interpreting and applying program requirements</w:t>
      </w:r>
    </w:p>
    <w:p w14:paraId="73B14B8B" w14:textId="77777777" w:rsidR="00BF02D3" w:rsidRPr="00933A27" w:rsidRDefault="00BF02D3" w:rsidP="00933A27">
      <w:pPr>
        <w:numPr>
          <w:ilvl w:val="0"/>
          <w:numId w:val="2"/>
        </w:numPr>
        <w:spacing w:before="120" w:after="0"/>
      </w:pPr>
      <w:r w:rsidRPr="00933A27">
        <w:t>Monitor PHA compliance with program requirements and PHA performance in program administration</w:t>
      </w:r>
      <w:r w:rsidR="001529F5" w:rsidRPr="00933A27">
        <w:t>.</w:t>
      </w:r>
    </w:p>
    <w:bookmarkEnd w:id="1"/>
    <w:p w14:paraId="73AC1425" w14:textId="77777777" w:rsidR="00BF02D3" w:rsidRPr="00933A27" w:rsidRDefault="00BF02D3" w:rsidP="00933A27">
      <w:pPr>
        <w:spacing w:before="120" w:after="0"/>
        <w:rPr>
          <w:b/>
        </w:rPr>
      </w:pPr>
      <w:r w:rsidRPr="00933A27">
        <w:rPr>
          <w:b/>
        </w:rPr>
        <w:t>What does the PHA do?</w:t>
      </w:r>
    </w:p>
    <w:p w14:paraId="2B8DCB00" w14:textId="77777777" w:rsidR="00BF02D3" w:rsidRPr="0028321A" w:rsidRDefault="008E77A1" w:rsidP="00933A27">
      <w:pPr>
        <w:spacing w:before="120" w:after="0"/>
        <w:rPr>
          <w:szCs w:val="24"/>
        </w:rPr>
      </w:pPr>
      <w:r>
        <w:rPr>
          <w:szCs w:val="24"/>
        </w:rPr>
        <w:t>The PHA’s responsibilities originate in federal regulation</w:t>
      </w:r>
      <w:r w:rsidR="00CE016F">
        <w:rPr>
          <w:szCs w:val="24"/>
        </w:rPr>
        <w:t>s</w:t>
      </w:r>
      <w:r>
        <w:rPr>
          <w:szCs w:val="24"/>
        </w:rPr>
        <w:t xml:space="preserve"> and the ACC.  </w:t>
      </w:r>
      <w:r w:rsidR="00BF02D3" w:rsidRPr="0028321A">
        <w:rPr>
          <w:szCs w:val="24"/>
        </w:rPr>
        <w:t xml:space="preserve">The PHA </w:t>
      </w:r>
      <w:r w:rsidR="002C7351">
        <w:rPr>
          <w:szCs w:val="24"/>
        </w:rPr>
        <w:t xml:space="preserve">owns and manages public housing developments, </w:t>
      </w:r>
      <w:r w:rsidR="00BF02D3" w:rsidRPr="0028321A">
        <w:rPr>
          <w:szCs w:val="24"/>
        </w:rPr>
        <w:t>administers the program under contract with HUD</w:t>
      </w:r>
      <w:r w:rsidR="00673C66" w:rsidRPr="0028321A">
        <w:rPr>
          <w:szCs w:val="24"/>
        </w:rPr>
        <w:t xml:space="preserve"> and has the following major responsibilities:</w:t>
      </w:r>
    </w:p>
    <w:p w14:paraId="79B186B4" w14:textId="77777777" w:rsidR="00E73BC9" w:rsidRDefault="00E73BC9" w:rsidP="00933A27">
      <w:pPr>
        <w:numPr>
          <w:ilvl w:val="0"/>
          <w:numId w:val="2"/>
        </w:numPr>
        <w:spacing w:before="120" w:after="0"/>
        <w:rPr>
          <w:szCs w:val="24"/>
        </w:rPr>
      </w:pPr>
      <w:r>
        <w:rPr>
          <w:szCs w:val="24"/>
        </w:rPr>
        <w:t xml:space="preserve">Ensure compliance with all non-discrimination, equal opportunity, and fair housing laws, and ensure that the program is accessible to </w:t>
      </w:r>
      <w:proofErr w:type="gramStart"/>
      <w:r>
        <w:rPr>
          <w:szCs w:val="24"/>
        </w:rPr>
        <w:t>persons</w:t>
      </w:r>
      <w:proofErr w:type="gramEnd"/>
      <w:r>
        <w:rPr>
          <w:szCs w:val="24"/>
        </w:rPr>
        <w:t xml:space="preserve"> with disabilities</w:t>
      </w:r>
    </w:p>
    <w:p w14:paraId="2A89A113" w14:textId="77777777" w:rsidR="00A7346D" w:rsidRDefault="00BF02D3" w:rsidP="00933A27">
      <w:pPr>
        <w:numPr>
          <w:ilvl w:val="0"/>
          <w:numId w:val="2"/>
        </w:numPr>
        <w:spacing w:before="120" w:after="0"/>
        <w:rPr>
          <w:szCs w:val="24"/>
        </w:rPr>
      </w:pPr>
      <w:r w:rsidRPr="0028321A">
        <w:rPr>
          <w:szCs w:val="24"/>
        </w:rPr>
        <w:t>Establish local policies</w:t>
      </w:r>
      <w:r w:rsidR="00E73BC9">
        <w:rPr>
          <w:szCs w:val="24"/>
        </w:rPr>
        <w:t xml:space="preserve"> and procedures for operating the program</w:t>
      </w:r>
    </w:p>
    <w:p w14:paraId="7CF52F23" w14:textId="77777777" w:rsidR="00A7346D" w:rsidRDefault="00F745C1" w:rsidP="00933A27">
      <w:pPr>
        <w:numPr>
          <w:ilvl w:val="0"/>
          <w:numId w:val="2"/>
        </w:numPr>
        <w:spacing w:before="120" w:after="0"/>
        <w:rPr>
          <w:szCs w:val="24"/>
        </w:rPr>
      </w:pPr>
      <w:r>
        <w:rPr>
          <w:szCs w:val="24"/>
        </w:rPr>
        <w:t>Accept</w:t>
      </w:r>
      <w:r w:rsidRPr="0028321A">
        <w:rPr>
          <w:szCs w:val="24"/>
        </w:rPr>
        <w:t xml:space="preserve"> </w:t>
      </w:r>
      <w:r w:rsidR="00BF02D3" w:rsidRPr="0028321A">
        <w:rPr>
          <w:szCs w:val="24"/>
        </w:rPr>
        <w:t xml:space="preserve">applications from interested applicant families </w:t>
      </w:r>
      <w:r>
        <w:rPr>
          <w:szCs w:val="24"/>
        </w:rPr>
        <w:t>and</w:t>
      </w:r>
      <w:r w:rsidRPr="0028321A">
        <w:rPr>
          <w:szCs w:val="24"/>
        </w:rPr>
        <w:t xml:space="preserve"> </w:t>
      </w:r>
      <w:r w:rsidR="00BF02D3" w:rsidRPr="0028321A">
        <w:rPr>
          <w:szCs w:val="24"/>
        </w:rPr>
        <w:t xml:space="preserve">determine whether </w:t>
      </w:r>
      <w:r>
        <w:rPr>
          <w:szCs w:val="24"/>
        </w:rPr>
        <w:t>they</w:t>
      </w:r>
      <w:r w:rsidRPr="0028321A">
        <w:rPr>
          <w:szCs w:val="24"/>
        </w:rPr>
        <w:t xml:space="preserve"> </w:t>
      </w:r>
      <w:r w:rsidR="00BF02D3" w:rsidRPr="0028321A">
        <w:rPr>
          <w:szCs w:val="24"/>
        </w:rPr>
        <w:t xml:space="preserve">are </w:t>
      </w:r>
      <w:r>
        <w:rPr>
          <w:szCs w:val="24"/>
        </w:rPr>
        <w:t xml:space="preserve">income </w:t>
      </w:r>
      <w:r w:rsidR="00BF02D3" w:rsidRPr="0028321A">
        <w:rPr>
          <w:szCs w:val="24"/>
        </w:rPr>
        <w:t>eligible for the program</w:t>
      </w:r>
    </w:p>
    <w:p w14:paraId="651E5EBA" w14:textId="77777777" w:rsidR="00A7346D" w:rsidRDefault="00BF02D3" w:rsidP="00933A27">
      <w:pPr>
        <w:numPr>
          <w:ilvl w:val="0"/>
          <w:numId w:val="2"/>
        </w:numPr>
        <w:spacing w:before="120" w:after="0"/>
        <w:rPr>
          <w:szCs w:val="24"/>
        </w:rPr>
      </w:pPr>
      <w:r w:rsidRPr="0028321A">
        <w:rPr>
          <w:szCs w:val="24"/>
        </w:rPr>
        <w:t xml:space="preserve">Maintain waiting </w:t>
      </w:r>
      <w:proofErr w:type="gramStart"/>
      <w:r w:rsidRPr="0028321A">
        <w:rPr>
          <w:szCs w:val="24"/>
        </w:rPr>
        <w:t>list</w:t>
      </w:r>
      <w:proofErr w:type="gramEnd"/>
      <w:r w:rsidRPr="0028321A">
        <w:rPr>
          <w:szCs w:val="24"/>
        </w:rPr>
        <w:t xml:space="preserve"> and select families for admission</w:t>
      </w:r>
    </w:p>
    <w:p w14:paraId="59250014" w14:textId="77777777" w:rsidR="00F745C1" w:rsidRDefault="00F745C1" w:rsidP="00933A27">
      <w:pPr>
        <w:numPr>
          <w:ilvl w:val="0"/>
          <w:numId w:val="2"/>
        </w:numPr>
        <w:spacing w:before="120" w:after="0"/>
        <w:rPr>
          <w:szCs w:val="24"/>
        </w:rPr>
      </w:pPr>
      <w:r>
        <w:rPr>
          <w:szCs w:val="24"/>
        </w:rPr>
        <w:t>Screen applicant families for suitability as renters</w:t>
      </w:r>
    </w:p>
    <w:p w14:paraId="7B80D86D" w14:textId="77777777" w:rsidR="00A7346D" w:rsidRDefault="00AF491B" w:rsidP="00933A27">
      <w:pPr>
        <w:numPr>
          <w:ilvl w:val="0"/>
          <w:numId w:val="2"/>
        </w:numPr>
        <w:spacing w:before="120" w:after="0"/>
        <w:rPr>
          <w:szCs w:val="24"/>
        </w:rPr>
      </w:pPr>
      <w:r>
        <w:rPr>
          <w:szCs w:val="24"/>
        </w:rPr>
        <w:t>Maintain housing unit</w:t>
      </w:r>
      <w:r w:rsidR="001A53AF">
        <w:rPr>
          <w:szCs w:val="24"/>
        </w:rPr>
        <w:t>s</w:t>
      </w:r>
      <w:r>
        <w:rPr>
          <w:szCs w:val="24"/>
        </w:rPr>
        <w:t xml:space="preserve"> by making</w:t>
      </w:r>
      <w:r w:rsidR="001A53AF">
        <w:rPr>
          <w:szCs w:val="24"/>
        </w:rPr>
        <w:t xml:space="preserve"> any</w:t>
      </w:r>
      <w:r>
        <w:rPr>
          <w:szCs w:val="24"/>
        </w:rPr>
        <w:t xml:space="preserve"> necessary repairs in a timely manner</w:t>
      </w:r>
    </w:p>
    <w:p w14:paraId="18FBD3A6" w14:textId="77777777" w:rsidR="00A7346D" w:rsidRDefault="00F745C1" w:rsidP="00933A27">
      <w:pPr>
        <w:numPr>
          <w:ilvl w:val="0"/>
          <w:numId w:val="2"/>
        </w:numPr>
        <w:spacing w:before="120" w:after="0"/>
        <w:rPr>
          <w:szCs w:val="24"/>
        </w:rPr>
      </w:pPr>
      <w:r>
        <w:rPr>
          <w:szCs w:val="24"/>
        </w:rPr>
        <w:t>Make unit offers</w:t>
      </w:r>
      <w:r w:rsidR="00F32ABA">
        <w:rPr>
          <w:szCs w:val="24"/>
        </w:rPr>
        <w:t xml:space="preserve"> to families</w:t>
      </w:r>
      <w:r w:rsidR="00AF491B">
        <w:rPr>
          <w:szCs w:val="24"/>
        </w:rPr>
        <w:t xml:space="preserve"> (minimize vacancies without overcrowding)</w:t>
      </w:r>
    </w:p>
    <w:p w14:paraId="0FF33923" w14:textId="77777777" w:rsidR="00A7346D" w:rsidRDefault="00AF491B" w:rsidP="00933A27">
      <w:pPr>
        <w:numPr>
          <w:ilvl w:val="0"/>
          <w:numId w:val="2"/>
        </w:numPr>
        <w:spacing w:before="120" w:after="0"/>
        <w:rPr>
          <w:szCs w:val="24"/>
        </w:rPr>
      </w:pPr>
      <w:r>
        <w:rPr>
          <w:szCs w:val="24"/>
        </w:rPr>
        <w:t xml:space="preserve">Maintain properties to the standard of </w:t>
      </w:r>
      <w:r w:rsidR="00AE4050">
        <w:rPr>
          <w:szCs w:val="24"/>
        </w:rPr>
        <w:t>safe, habitable dwelling units</w:t>
      </w:r>
      <w:r w:rsidR="00F32ABA">
        <w:rPr>
          <w:szCs w:val="24"/>
        </w:rPr>
        <w:t xml:space="preserve"> </w:t>
      </w:r>
      <w:r w:rsidR="00673C66" w:rsidRPr="0028321A">
        <w:rPr>
          <w:szCs w:val="24"/>
        </w:rPr>
        <w:t xml:space="preserve">(including assuring compliance with </w:t>
      </w:r>
      <w:r w:rsidR="00AE4050">
        <w:rPr>
          <w:szCs w:val="24"/>
        </w:rPr>
        <w:t>National Standards for the Physical Inspection of Real Estate (NSPIRE)</w:t>
      </w:r>
      <w:r>
        <w:rPr>
          <w:szCs w:val="24"/>
        </w:rPr>
        <w:t>)</w:t>
      </w:r>
    </w:p>
    <w:p w14:paraId="00E39F2D" w14:textId="77777777" w:rsidR="00A7346D" w:rsidRDefault="00AF491B" w:rsidP="00933A27">
      <w:pPr>
        <w:numPr>
          <w:ilvl w:val="0"/>
          <w:numId w:val="2"/>
        </w:numPr>
        <w:spacing w:before="120" w:after="0"/>
        <w:rPr>
          <w:szCs w:val="24"/>
        </w:rPr>
      </w:pPr>
      <w:r>
        <w:rPr>
          <w:szCs w:val="24"/>
        </w:rPr>
        <w:t xml:space="preserve">Make sure the PHA has </w:t>
      </w:r>
      <w:r w:rsidR="001A53AF">
        <w:rPr>
          <w:szCs w:val="24"/>
        </w:rPr>
        <w:t>adequate financial resources to</w:t>
      </w:r>
      <w:r>
        <w:rPr>
          <w:szCs w:val="24"/>
        </w:rPr>
        <w:t xml:space="preserve"> maintain its housing stock</w:t>
      </w:r>
    </w:p>
    <w:p w14:paraId="375E4250" w14:textId="77777777" w:rsidR="00A7346D" w:rsidRDefault="00F745C1" w:rsidP="00933A27">
      <w:pPr>
        <w:numPr>
          <w:ilvl w:val="0"/>
          <w:numId w:val="2"/>
        </w:numPr>
        <w:spacing w:before="120" w:after="0"/>
        <w:rPr>
          <w:szCs w:val="24"/>
        </w:rPr>
      </w:pPr>
      <w:r>
        <w:rPr>
          <w:szCs w:val="24"/>
        </w:rPr>
        <w:t xml:space="preserve">Perform regular </w:t>
      </w:r>
      <w:proofErr w:type="gramStart"/>
      <w:r>
        <w:rPr>
          <w:szCs w:val="24"/>
        </w:rPr>
        <w:t>reexaminations</w:t>
      </w:r>
      <w:proofErr w:type="gramEnd"/>
      <w:r>
        <w:rPr>
          <w:szCs w:val="24"/>
        </w:rPr>
        <w:t xml:space="preserve"> of family income and composition in accordance with HUD requirements</w:t>
      </w:r>
    </w:p>
    <w:p w14:paraId="3622BD0C" w14:textId="77777777" w:rsidR="00A7346D" w:rsidRDefault="00AF491B" w:rsidP="00933A27">
      <w:pPr>
        <w:numPr>
          <w:ilvl w:val="0"/>
          <w:numId w:val="2"/>
        </w:numPr>
        <w:spacing w:before="120" w:after="0"/>
        <w:rPr>
          <w:szCs w:val="24"/>
        </w:rPr>
      </w:pPr>
      <w:r>
        <w:rPr>
          <w:szCs w:val="24"/>
        </w:rPr>
        <w:t>Collect rent due from the assisted family and comply with and enforce provisions of the lease</w:t>
      </w:r>
    </w:p>
    <w:p w14:paraId="6DBB4D53" w14:textId="77777777" w:rsidR="00A7346D" w:rsidRDefault="00673C66" w:rsidP="00933A27">
      <w:pPr>
        <w:numPr>
          <w:ilvl w:val="0"/>
          <w:numId w:val="2"/>
        </w:numPr>
        <w:spacing w:before="120" w:after="0"/>
        <w:rPr>
          <w:szCs w:val="24"/>
        </w:rPr>
      </w:pPr>
      <w:r w:rsidRPr="0028321A">
        <w:rPr>
          <w:szCs w:val="24"/>
        </w:rPr>
        <w:t>Ensure that families comply with program rules</w:t>
      </w:r>
    </w:p>
    <w:p w14:paraId="45924C6F" w14:textId="77777777" w:rsidR="00A7346D" w:rsidRDefault="00673C66" w:rsidP="00933A27">
      <w:pPr>
        <w:numPr>
          <w:ilvl w:val="0"/>
          <w:numId w:val="2"/>
        </w:numPr>
        <w:spacing w:before="120" w:after="0"/>
        <w:rPr>
          <w:szCs w:val="24"/>
        </w:rPr>
      </w:pPr>
      <w:r w:rsidRPr="0028321A">
        <w:rPr>
          <w:szCs w:val="24"/>
        </w:rPr>
        <w:t xml:space="preserve">Provide families </w:t>
      </w:r>
      <w:r w:rsidR="001A53AF">
        <w:rPr>
          <w:szCs w:val="24"/>
        </w:rPr>
        <w:t>with prompt and</w:t>
      </w:r>
      <w:r w:rsidRPr="0028321A">
        <w:rPr>
          <w:szCs w:val="24"/>
        </w:rPr>
        <w:t xml:space="preserve"> professional service</w:t>
      </w:r>
    </w:p>
    <w:p w14:paraId="188B0BBA" w14:textId="77777777" w:rsidR="00673C66" w:rsidRPr="0028321A" w:rsidRDefault="00673C66" w:rsidP="00933A27">
      <w:pPr>
        <w:numPr>
          <w:ilvl w:val="0"/>
          <w:numId w:val="2"/>
        </w:numPr>
        <w:spacing w:before="120" w:after="0"/>
        <w:rPr>
          <w:szCs w:val="24"/>
        </w:rPr>
      </w:pPr>
      <w:r w:rsidRPr="0028321A">
        <w:rPr>
          <w:szCs w:val="24"/>
        </w:rPr>
        <w:t xml:space="preserve">Comply with </w:t>
      </w:r>
      <w:r w:rsidR="00C05A91" w:rsidRPr="0028321A">
        <w:rPr>
          <w:szCs w:val="24"/>
        </w:rPr>
        <w:t>all fair housing and equal opportunity requirements</w:t>
      </w:r>
      <w:r w:rsidR="00C05A91">
        <w:rPr>
          <w:szCs w:val="24"/>
        </w:rPr>
        <w:t xml:space="preserve">, </w:t>
      </w:r>
      <w:r w:rsidRPr="0028321A">
        <w:rPr>
          <w:szCs w:val="24"/>
        </w:rPr>
        <w:t xml:space="preserve">HUD regulations and requirements, the </w:t>
      </w:r>
      <w:r w:rsidR="00AE4050">
        <w:rPr>
          <w:szCs w:val="24"/>
        </w:rPr>
        <w:t>ACC</w:t>
      </w:r>
      <w:r w:rsidRPr="0028321A">
        <w:rPr>
          <w:szCs w:val="24"/>
        </w:rPr>
        <w:t xml:space="preserve">, HUD-approved applications for funding, </w:t>
      </w:r>
      <w:r w:rsidR="00D85A9D" w:rsidRPr="0028321A">
        <w:rPr>
          <w:szCs w:val="24"/>
        </w:rPr>
        <w:t xml:space="preserve">the </w:t>
      </w:r>
      <w:r w:rsidRPr="0028321A">
        <w:rPr>
          <w:szCs w:val="24"/>
        </w:rPr>
        <w:t xml:space="preserve">PHA’s </w:t>
      </w:r>
      <w:r w:rsidR="001A53AF">
        <w:rPr>
          <w:szCs w:val="24"/>
        </w:rPr>
        <w:t>ACOP</w:t>
      </w:r>
      <w:r w:rsidRPr="0028321A">
        <w:rPr>
          <w:szCs w:val="24"/>
        </w:rPr>
        <w:t>, and other applicable fed</w:t>
      </w:r>
      <w:r w:rsidR="001529F5" w:rsidRPr="0028321A">
        <w:rPr>
          <w:szCs w:val="24"/>
        </w:rPr>
        <w:t>eral, state and local laws.</w:t>
      </w:r>
    </w:p>
    <w:p w14:paraId="294DAA66" w14:textId="77777777" w:rsidR="00B10620" w:rsidRPr="0028321A" w:rsidRDefault="00906F74" w:rsidP="009130DC">
      <w:pPr>
        <w:suppressLineNumbers/>
        <w:tabs>
          <w:tab w:val="left" w:pos="360"/>
        </w:tabs>
        <w:spacing w:before="120" w:after="0"/>
        <w:rPr>
          <w:szCs w:val="24"/>
        </w:rPr>
      </w:pPr>
      <w:r w:rsidRPr="0028321A">
        <w:rPr>
          <w:b/>
          <w:szCs w:val="24"/>
        </w:rPr>
        <w:br w:type="page"/>
      </w:r>
      <w:r w:rsidR="00B10620" w:rsidRPr="0028321A">
        <w:rPr>
          <w:b/>
          <w:szCs w:val="24"/>
        </w:rPr>
        <w:lastRenderedPageBreak/>
        <w:t xml:space="preserve">What does the </w:t>
      </w:r>
      <w:r w:rsidR="00627D1E">
        <w:rPr>
          <w:b/>
          <w:szCs w:val="24"/>
        </w:rPr>
        <w:t>t</w:t>
      </w:r>
      <w:r w:rsidR="00CE016F">
        <w:rPr>
          <w:b/>
          <w:szCs w:val="24"/>
        </w:rPr>
        <w:t>enant</w:t>
      </w:r>
      <w:r w:rsidR="00CE016F" w:rsidRPr="0028321A">
        <w:rPr>
          <w:b/>
          <w:szCs w:val="24"/>
        </w:rPr>
        <w:t xml:space="preserve"> </w:t>
      </w:r>
      <w:r w:rsidR="00B10620" w:rsidRPr="0028321A">
        <w:rPr>
          <w:b/>
          <w:szCs w:val="24"/>
        </w:rPr>
        <w:t>do?</w:t>
      </w:r>
    </w:p>
    <w:p w14:paraId="238EDE01" w14:textId="77777777" w:rsidR="00B10620" w:rsidRPr="0028321A" w:rsidRDefault="002C7351" w:rsidP="00933A27">
      <w:pPr>
        <w:spacing w:before="120" w:after="0"/>
        <w:rPr>
          <w:szCs w:val="24"/>
        </w:rPr>
      </w:pPr>
      <w:r>
        <w:rPr>
          <w:szCs w:val="24"/>
        </w:rPr>
        <w:t xml:space="preserve">The </w:t>
      </w:r>
      <w:r w:rsidR="00CE016F">
        <w:rPr>
          <w:szCs w:val="24"/>
        </w:rPr>
        <w:t xml:space="preserve">tenant’s </w:t>
      </w:r>
      <w:r>
        <w:rPr>
          <w:szCs w:val="24"/>
        </w:rPr>
        <w:t xml:space="preserve">responsibilities are articulated in the public housing lease. </w:t>
      </w:r>
      <w:r w:rsidR="00B10620" w:rsidRPr="0028321A">
        <w:rPr>
          <w:szCs w:val="24"/>
        </w:rPr>
        <w:t xml:space="preserve">The </w:t>
      </w:r>
      <w:r w:rsidR="00CE016F">
        <w:rPr>
          <w:szCs w:val="24"/>
        </w:rPr>
        <w:t>tenant</w:t>
      </w:r>
      <w:r w:rsidR="00CE016F" w:rsidRPr="0028321A">
        <w:rPr>
          <w:szCs w:val="24"/>
        </w:rPr>
        <w:t xml:space="preserve"> </w:t>
      </w:r>
      <w:r w:rsidR="00B10620" w:rsidRPr="0028321A">
        <w:rPr>
          <w:szCs w:val="24"/>
        </w:rPr>
        <w:t xml:space="preserve">has the following </w:t>
      </w:r>
      <w:r>
        <w:rPr>
          <w:szCs w:val="24"/>
        </w:rPr>
        <w:t xml:space="preserve">broad </w:t>
      </w:r>
      <w:r w:rsidR="00B10620" w:rsidRPr="0028321A">
        <w:rPr>
          <w:szCs w:val="24"/>
        </w:rPr>
        <w:t>responsibilities:</w:t>
      </w:r>
    </w:p>
    <w:p w14:paraId="3AE782C3" w14:textId="77777777" w:rsidR="00A7346D" w:rsidRDefault="002C7351" w:rsidP="00933A27">
      <w:pPr>
        <w:numPr>
          <w:ilvl w:val="0"/>
          <w:numId w:val="2"/>
        </w:numPr>
        <w:spacing w:before="120" w:after="0"/>
        <w:rPr>
          <w:szCs w:val="24"/>
        </w:rPr>
      </w:pPr>
      <w:r>
        <w:rPr>
          <w:szCs w:val="24"/>
        </w:rPr>
        <w:t>Comply with the terms of the lease</w:t>
      </w:r>
      <w:r w:rsidR="00627D1E">
        <w:rPr>
          <w:szCs w:val="24"/>
        </w:rPr>
        <w:t xml:space="preserve"> and PHA house rules, as applicable</w:t>
      </w:r>
    </w:p>
    <w:p w14:paraId="5E9047BB" w14:textId="77777777" w:rsidR="00A7346D" w:rsidRDefault="00B10620" w:rsidP="00933A27">
      <w:pPr>
        <w:numPr>
          <w:ilvl w:val="0"/>
          <w:numId w:val="2"/>
        </w:numPr>
        <w:spacing w:before="120" w:after="0"/>
        <w:rPr>
          <w:szCs w:val="24"/>
        </w:rPr>
      </w:pPr>
      <w:r w:rsidRPr="0028321A">
        <w:rPr>
          <w:szCs w:val="24"/>
        </w:rPr>
        <w:t>Provide the PHA with complete and accurate information</w:t>
      </w:r>
      <w:r w:rsidR="001529F5" w:rsidRPr="0028321A">
        <w:rPr>
          <w:szCs w:val="24"/>
        </w:rPr>
        <w:t>, determined by the PHA to be necessary for administration of the program</w:t>
      </w:r>
    </w:p>
    <w:p w14:paraId="601CC96B" w14:textId="77777777" w:rsidR="00A7346D" w:rsidRDefault="00B10620" w:rsidP="00933A27">
      <w:pPr>
        <w:numPr>
          <w:ilvl w:val="0"/>
          <w:numId w:val="2"/>
        </w:numPr>
        <w:spacing w:before="120" w:after="0"/>
        <w:rPr>
          <w:szCs w:val="24"/>
        </w:rPr>
      </w:pPr>
      <w:r w:rsidRPr="0028321A">
        <w:rPr>
          <w:szCs w:val="24"/>
        </w:rPr>
        <w:t xml:space="preserve">Cooperate in attending </w:t>
      </w:r>
      <w:r w:rsidR="001529F5" w:rsidRPr="0028321A">
        <w:rPr>
          <w:szCs w:val="24"/>
        </w:rPr>
        <w:t>all appointments scheduled by the PHA</w:t>
      </w:r>
    </w:p>
    <w:p w14:paraId="4B67EAB5" w14:textId="77777777" w:rsidR="00A7346D" w:rsidRDefault="001529F5" w:rsidP="00933A27">
      <w:pPr>
        <w:numPr>
          <w:ilvl w:val="0"/>
          <w:numId w:val="2"/>
        </w:numPr>
        <w:spacing w:before="120" w:after="0"/>
        <w:rPr>
          <w:szCs w:val="24"/>
        </w:rPr>
      </w:pPr>
      <w:r w:rsidRPr="0028321A">
        <w:rPr>
          <w:szCs w:val="24"/>
        </w:rPr>
        <w:t>Allow the PHA to inspect the unit at reasonable times and after reasonable notice</w:t>
      </w:r>
    </w:p>
    <w:p w14:paraId="6CA3FD9D" w14:textId="77777777" w:rsidR="00A7346D" w:rsidRDefault="001529F5" w:rsidP="00933A27">
      <w:pPr>
        <w:numPr>
          <w:ilvl w:val="0"/>
          <w:numId w:val="2"/>
        </w:numPr>
        <w:spacing w:before="120" w:after="0"/>
        <w:rPr>
          <w:szCs w:val="24"/>
        </w:rPr>
      </w:pPr>
      <w:r w:rsidRPr="0028321A">
        <w:rPr>
          <w:szCs w:val="24"/>
        </w:rPr>
        <w:t xml:space="preserve">Take responsibility for care of the housing unit, including any violations of </w:t>
      </w:r>
      <w:r w:rsidR="00AE4050">
        <w:rPr>
          <w:szCs w:val="24"/>
        </w:rPr>
        <w:t>NSPIRE</w:t>
      </w:r>
      <w:r w:rsidRPr="0028321A">
        <w:rPr>
          <w:szCs w:val="24"/>
        </w:rPr>
        <w:t xml:space="preserve"> caused by the family</w:t>
      </w:r>
    </w:p>
    <w:p w14:paraId="6A456466" w14:textId="77777777" w:rsidR="00A7346D" w:rsidRDefault="001529F5" w:rsidP="00933A27">
      <w:pPr>
        <w:numPr>
          <w:ilvl w:val="0"/>
          <w:numId w:val="2"/>
        </w:numPr>
        <w:spacing w:before="120" w:after="0"/>
        <w:rPr>
          <w:szCs w:val="24"/>
        </w:rPr>
      </w:pPr>
      <w:r w:rsidRPr="0028321A">
        <w:rPr>
          <w:szCs w:val="24"/>
        </w:rPr>
        <w:t>Not engage in drug-related or violent criminal activity</w:t>
      </w:r>
    </w:p>
    <w:p w14:paraId="03297A58" w14:textId="77777777" w:rsidR="00A7346D" w:rsidRDefault="001529F5" w:rsidP="00933A27">
      <w:pPr>
        <w:numPr>
          <w:ilvl w:val="0"/>
          <w:numId w:val="2"/>
        </w:numPr>
        <w:spacing w:before="120" w:after="0"/>
        <w:rPr>
          <w:szCs w:val="24"/>
        </w:rPr>
      </w:pPr>
      <w:r w:rsidRPr="0028321A">
        <w:rPr>
          <w:szCs w:val="24"/>
        </w:rPr>
        <w:t xml:space="preserve">Notify the </w:t>
      </w:r>
      <w:r w:rsidR="002C7351">
        <w:rPr>
          <w:szCs w:val="24"/>
        </w:rPr>
        <w:t xml:space="preserve">PHA before moving or termination of </w:t>
      </w:r>
      <w:r w:rsidRPr="0028321A">
        <w:rPr>
          <w:szCs w:val="24"/>
        </w:rPr>
        <w:t>the lease</w:t>
      </w:r>
    </w:p>
    <w:p w14:paraId="69473AE9" w14:textId="77777777" w:rsidR="00A7346D" w:rsidRDefault="001529F5" w:rsidP="00933A27">
      <w:pPr>
        <w:numPr>
          <w:ilvl w:val="0"/>
          <w:numId w:val="2"/>
        </w:numPr>
        <w:spacing w:before="120" w:after="0"/>
        <w:rPr>
          <w:szCs w:val="24"/>
        </w:rPr>
      </w:pPr>
      <w:r w:rsidRPr="0028321A">
        <w:rPr>
          <w:szCs w:val="24"/>
        </w:rPr>
        <w:t>Use the assisted unit only for residence and as the sole residence of the family.</w:t>
      </w:r>
      <w:r w:rsidR="000D53BA">
        <w:rPr>
          <w:szCs w:val="24"/>
        </w:rPr>
        <w:t xml:space="preserve"> </w:t>
      </w:r>
      <w:r w:rsidRPr="0028321A">
        <w:rPr>
          <w:szCs w:val="24"/>
        </w:rPr>
        <w:t>Not sublet the unit</w:t>
      </w:r>
      <w:r w:rsidR="00304543">
        <w:rPr>
          <w:szCs w:val="24"/>
        </w:rPr>
        <w:t xml:space="preserve"> or</w:t>
      </w:r>
      <w:r w:rsidRPr="0028321A">
        <w:rPr>
          <w:szCs w:val="24"/>
        </w:rPr>
        <w:t xml:space="preserve"> assign the lease</w:t>
      </w:r>
    </w:p>
    <w:p w14:paraId="6CABFEA5" w14:textId="77777777" w:rsidR="00A7346D" w:rsidRDefault="001529F5" w:rsidP="00933A27">
      <w:pPr>
        <w:numPr>
          <w:ilvl w:val="0"/>
          <w:numId w:val="2"/>
        </w:numPr>
        <w:spacing w:before="120" w:after="0"/>
        <w:rPr>
          <w:szCs w:val="24"/>
        </w:rPr>
      </w:pPr>
      <w:r w:rsidRPr="0028321A">
        <w:rPr>
          <w:szCs w:val="24"/>
        </w:rPr>
        <w:t>Promptly notify the PHA of any changes in family composition</w:t>
      </w:r>
    </w:p>
    <w:p w14:paraId="1D54F668" w14:textId="77777777" w:rsidR="00627D1E" w:rsidRDefault="001529F5" w:rsidP="00933A27">
      <w:pPr>
        <w:numPr>
          <w:ilvl w:val="0"/>
          <w:numId w:val="2"/>
        </w:numPr>
        <w:spacing w:before="120" w:after="0"/>
        <w:rPr>
          <w:szCs w:val="24"/>
        </w:rPr>
      </w:pPr>
      <w:r w:rsidRPr="0028321A">
        <w:rPr>
          <w:szCs w:val="24"/>
        </w:rPr>
        <w:t xml:space="preserve">Not </w:t>
      </w:r>
      <w:proofErr w:type="gramStart"/>
      <w:r w:rsidRPr="0028321A">
        <w:rPr>
          <w:szCs w:val="24"/>
        </w:rPr>
        <w:t>commit</w:t>
      </w:r>
      <w:proofErr w:type="gramEnd"/>
      <w:r w:rsidRPr="0028321A">
        <w:rPr>
          <w:szCs w:val="24"/>
        </w:rPr>
        <w:t xml:space="preserve"> fraud, bribery, or any other corrupt or criminal act in connection with any housing programs</w:t>
      </w:r>
    </w:p>
    <w:p w14:paraId="5F7DAE00" w14:textId="77777777" w:rsidR="001529F5" w:rsidRPr="0028321A" w:rsidRDefault="00627D1E" w:rsidP="00933A27">
      <w:pPr>
        <w:numPr>
          <w:ilvl w:val="0"/>
          <w:numId w:val="2"/>
        </w:numPr>
        <w:spacing w:before="120" w:after="0"/>
        <w:rPr>
          <w:szCs w:val="24"/>
        </w:rPr>
      </w:pPr>
      <w:r>
        <w:rPr>
          <w:szCs w:val="24"/>
        </w:rPr>
        <w:t>Take care of the housing unit and report maintenance problems to the PHA promptly</w:t>
      </w:r>
    </w:p>
    <w:p w14:paraId="73891502" w14:textId="77777777" w:rsidR="001E1932" w:rsidRPr="0028321A" w:rsidRDefault="001E1932" w:rsidP="00933A27">
      <w:pPr>
        <w:spacing w:before="120" w:after="0"/>
        <w:rPr>
          <w:szCs w:val="24"/>
        </w:rPr>
      </w:pPr>
      <w:r w:rsidRPr="0028321A">
        <w:rPr>
          <w:szCs w:val="24"/>
        </w:rPr>
        <w:t xml:space="preserve">If all parties fulfill their obligations in a professional and timely manner, the program responsibilities will be </w:t>
      </w:r>
      <w:r w:rsidR="00D502E0" w:rsidRPr="0028321A">
        <w:rPr>
          <w:szCs w:val="24"/>
        </w:rPr>
        <w:t xml:space="preserve">fulfilled </w:t>
      </w:r>
      <w:r w:rsidRPr="0028321A">
        <w:rPr>
          <w:szCs w:val="24"/>
        </w:rPr>
        <w:t>in an effective manner.</w:t>
      </w:r>
    </w:p>
    <w:p w14:paraId="6CF7D3DA" w14:textId="77777777" w:rsidR="008B12D0" w:rsidRPr="0028321A" w:rsidRDefault="00BD671D" w:rsidP="0028500C">
      <w:pPr>
        <w:suppressLineNumbers/>
        <w:tabs>
          <w:tab w:val="left" w:pos="720"/>
        </w:tabs>
        <w:spacing w:before="240" w:after="0"/>
        <w:rPr>
          <w:b/>
          <w:szCs w:val="24"/>
        </w:rPr>
      </w:pPr>
      <w:r>
        <w:rPr>
          <w:b/>
          <w:szCs w:val="24"/>
        </w:rPr>
        <w:br w:type="page"/>
      </w:r>
      <w:r w:rsidR="008B12D0" w:rsidRPr="0028321A">
        <w:rPr>
          <w:b/>
          <w:szCs w:val="24"/>
        </w:rPr>
        <w:lastRenderedPageBreak/>
        <w:t>1-II.D. APPLICABLE REGULATIONS</w:t>
      </w:r>
    </w:p>
    <w:p w14:paraId="7A874236" w14:textId="77777777" w:rsidR="008B12D0" w:rsidRPr="0028321A" w:rsidRDefault="008B12D0" w:rsidP="00933A27">
      <w:pPr>
        <w:spacing w:before="120" w:after="0"/>
        <w:rPr>
          <w:szCs w:val="24"/>
        </w:rPr>
      </w:pPr>
      <w:r w:rsidRPr="0028321A">
        <w:rPr>
          <w:szCs w:val="24"/>
        </w:rPr>
        <w:t>Applicable regulations include:</w:t>
      </w:r>
    </w:p>
    <w:p w14:paraId="320400BD" w14:textId="77777777" w:rsidR="008B12D0" w:rsidRPr="0028321A" w:rsidRDefault="008B12D0" w:rsidP="00933A27">
      <w:pPr>
        <w:numPr>
          <w:ilvl w:val="0"/>
          <w:numId w:val="2"/>
        </w:numPr>
        <w:spacing w:before="120" w:after="0"/>
        <w:rPr>
          <w:szCs w:val="24"/>
        </w:rPr>
      </w:pPr>
      <w:r w:rsidRPr="0028321A">
        <w:rPr>
          <w:szCs w:val="24"/>
        </w:rPr>
        <w:t>24 CFR Part 5: General Program Requirements</w:t>
      </w:r>
    </w:p>
    <w:p w14:paraId="5E9D1485" w14:textId="77777777" w:rsidR="008B12D0" w:rsidRDefault="008B12D0" w:rsidP="00933A27">
      <w:pPr>
        <w:numPr>
          <w:ilvl w:val="0"/>
          <w:numId w:val="2"/>
        </w:numPr>
        <w:spacing w:before="120" w:after="0"/>
        <w:rPr>
          <w:szCs w:val="24"/>
        </w:rPr>
      </w:pPr>
      <w:r w:rsidRPr="0028321A">
        <w:rPr>
          <w:szCs w:val="24"/>
        </w:rPr>
        <w:t>24 CFR Part 8: Nondiscrimination</w:t>
      </w:r>
    </w:p>
    <w:p w14:paraId="4B29258E" w14:textId="77777777" w:rsidR="003A3AAD" w:rsidRPr="0028321A" w:rsidRDefault="003A3AAD" w:rsidP="00933A27">
      <w:pPr>
        <w:numPr>
          <w:ilvl w:val="0"/>
          <w:numId w:val="2"/>
        </w:numPr>
        <w:spacing w:before="120" w:after="0"/>
        <w:rPr>
          <w:szCs w:val="24"/>
        </w:rPr>
      </w:pPr>
      <w:r>
        <w:rPr>
          <w:szCs w:val="24"/>
        </w:rPr>
        <w:t>24 CFR Part 35: Lead-Based Paint</w:t>
      </w:r>
    </w:p>
    <w:p w14:paraId="0492A05E" w14:textId="77777777" w:rsidR="00C67D77" w:rsidRDefault="00C67D77" w:rsidP="00933A27">
      <w:pPr>
        <w:numPr>
          <w:ilvl w:val="0"/>
          <w:numId w:val="2"/>
        </w:numPr>
        <w:spacing w:before="120" w:after="0"/>
        <w:rPr>
          <w:szCs w:val="24"/>
        </w:rPr>
      </w:pPr>
      <w:r>
        <w:rPr>
          <w:szCs w:val="24"/>
        </w:rPr>
        <w:t>24 CFR Part 100: The Fair Housing Act</w:t>
      </w:r>
    </w:p>
    <w:p w14:paraId="081ED938" w14:textId="77777777" w:rsidR="00724A91" w:rsidRDefault="008B12D0" w:rsidP="00933A27">
      <w:pPr>
        <w:numPr>
          <w:ilvl w:val="0"/>
          <w:numId w:val="2"/>
        </w:numPr>
        <w:spacing w:before="120" w:after="0"/>
        <w:rPr>
          <w:szCs w:val="24"/>
        </w:rPr>
      </w:pPr>
      <w:r w:rsidRPr="0028321A">
        <w:rPr>
          <w:szCs w:val="24"/>
        </w:rPr>
        <w:t xml:space="preserve">24 CFR Part </w:t>
      </w:r>
      <w:r w:rsidR="00724A91">
        <w:rPr>
          <w:szCs w:val="24"/>
        </w:rPr>
        <w:t>902: Public Housing Assessment System</w:t>
      </w:r>
    </w:p>
    <w:p w14:paraId="227FED1F" w14:textId="77777777" w:rsidR="00724A91" w:rsidRDefault="00724A91" w:rsidP="00933A27">
      <w:pPr>
        <w:numPr>
          <w:ilvl w:val="0"/>
          <w:numId w:val="2"/>
        </w:numPr>
        <w:spacing w:before="120" w:after="0"/>
        <w:rPr>
          <w:szCs w:val="24"/>
        </w:rPr>
      </w:pPr>
      <w:r>
        <w:rPr>
          <w:szCs w:val="24"/>
        </w:rPr>
        <w:t>24 CFR Part 903</w:t>
      </w:r>
      <w:r w:rsidRPr="0028321A">
        <w:rPr>
          <w:szCs w:val="24"/>
        </w:rPr>
        <w:t xml:space="preserve">: </w:t>
      </w:r>
      <w:r>
        <w:rPr>
          <w:szCs w:val="24"/>
        </w:rPr>
        <w:t>Public Housing Agency Plans</w:t>
      </w:r>
    </w:p>
    <w:p w14:paraId="20B88572" w14:textId="77777777" w:rsidR="00E30259" w:rsidRPr="0028321A" w:rsidRDefault="00E30259" w:rsidP="00933A27">
      <w:pPr>
        <w:numPr>
          <w:ilvl w:val="0"/>
          <w:numId w:val="2"/>
        </w:numPr>
        <w:spacing w:before="120" w:after="0"/>
        <w:rPr>
          <w:szCs w:val="24"/>
        </w:rPr>
      </w:pPr>
      <w:r>
        <w:rPr>
          <w:szCs w:val="24"/>
        </w:rPr>
        <w:t>24 CFR Part 945: Designated Housing</w:t>
      </w:r>
    </w:p>
    <w:p w14:paraId="61E42F51" w14:textId="77777777" w:rsidR="00724A91" w:rsidRDefault="00724A91" w:rsidP="00933A27">
      <w:pPr>
        <w:numPr>
          <w:ilvl w:val="0"/>
          <w:numId w:val="2"/>
        </w:numPr>
        <w:spacing w:before="120" w:after="0"/>
        <w:rPr>
          <w:szCs w:val="24"/>
        </w:rPr>
      </w:pPr>
      <w:r w:rsidRPr="0028321A">
        <w:rPr>
          <w:szCs w:val="24"/>
        </w:rPr>
        <w:t xml:space="preserve">24 CFR Part </w:t>
      </w:r>
      <w:r>
        <w:rPr>
          <w:szCs w:val="24"/>
        </w:rPr>
        <w:t>960: Admission and Occupancy Policies</w:t>
      </w:r>
    </w:p>
    <w:p w14:paraId="09F82C84" w14:textId="77777777" w:rsidR="00304543" w:rsidRDefault="00304543" w:rsidP="00933A27">
      <w:pPr>
        <w:numPr>
          <w:ilvl w:val="0"/>
          <w:numId w:val="2"/>
        </w:numPr>
        <w:spacing w:before="120" w:after="0"/>
        <w:rPr>
          <w:szCs w:val="24"/>
        </w:rPr>
      </w:pPr>
      <w:r>
        <w:rPr>
          <w:szCs w:val="24"/>
        </w:rPr>
        <w:t>24 CFR Part 965: PHA-Owned or Leased Projects – General Provisions</w:t>
      </w:r>
    </w:p>
    <w:p w14:paraId="10D0819F" w14:textId="77777777" w:rsidR="00724A91" w:rsidRDefault="00724A91" w:rsidP="00933A27">
      <w:pPr>
        <w:numPr>
          <w:ilvl w:val="0"/>
          <w:numId w:val="2"/>
        </w:numPr>
        <w:spacing w:before="120" w:after="0"/>
        <w:rPr>
          <w:szCs w:val="24"/>
        </w:rPr>
      </w:pPr>
      <w:r w:rsidRPr="0028321A">
        <w:rPr>
          <w:szCs w:val="24"/>
        </w:rPr>
        <w:t xml:space="preserve">24 CFR Part </w:t>
      </w:r>
      <w:r>
        <w:rPr>
          <w:szCs w:val="24"/>
        </w:rPr>
        <w:t>966: Lease and Grievance Procedures</w:t>
      </w:r>
    </w:p>
    <w:p w14:paraId="2A09770C" w14:textId="77777777" w:rsidR="0077139B" w:rsidRPr="0028321A" w:rsidRDefault="00BD671D" w:rsidP="005D53DB">
      <w:pPr>
        <w:suppressLineNumbers/>
        <w:spacing w:before="240" w:after="0"/>
        <w:jc w:val="center"/>
        <w:rPr>
          <w:szCs w:val="24"/>
        </w:rPr>
      </w:pPr>
      <w:r>
        <w:rPr>
          <w:b/>
          <w:szCs w:val="24"/>
        </w:rPr>
        <w:br w:type="page"/>
      </w:r>
      <w:r w:rsidR="009C4067">
        <w:rPr>
          <w:b/>
          <w:szCs w:val="24"/>
        </w:rPr>
        <w:lastRenderedPageBreak/>
        <w:t>PART III:</w:t>
      </w:r>
      <w:r>
        <w:rPr>
          <w:b/>
          <w:szCs w:val="24"/>
        </w:rPr>
        <w:t xml:space="preserve"> </w:t>
      </w:r>
      <w:r w:rsidR="0077139B" w:rsidRPr="0028321A">
        <w:rPr>
          <w:b/>
          <w:szCs w:val="24"/>
        </w:rPr>
        <w:t xml:space="preserve">THE </w:t>
      </w:r>
      <w:r w:rsidR="00846709">
        <w:rPr>
          <w:b/>
          <w:szCs w:val="24"/>
        </w:rPr>
        <w:t>ADMISSIONS AND CONTINUED OCCUPANCY POLICIES</w:t>
      </w:r>
    </w:p>
    <w:p w14:paraId="4828C95F" w14:textId="77777777" w:rsidR="00D5157B" w:rsidRPr="0028321A" w:rsidRDefault="00BD671D" w:rsidP="0028500C">
      <w:pPr>
        <w:suppressLineNumbers/>
        <w:tabs>
          <w:tab w:val="left" w:pos="720"/>
        </w:tabs>
        <w:spacing w:before="240" w:after="0"/>
        <w:rPr>
          <w:b/>
          <w:szCs w:val="24"/>
        </w:rPr>
      </w:pPr>
      <w:r>
        <w:rPr>
          <w:b/>
          <w:szCs w:val="24"/>
        </w:rPr>
        <w:t xml:space="preserve">1-III.A. </w:t>
      </w:r>
      <w:r w:rsidR="00112E3F">
        <w:rPr>
          <w:b/>
          <w:szCs w:val="24"/>
        </w:rPr>
        <w:t>OVERVIEW AND PURPOSE OF THE POLICY</w:t>
      </w:r>
    </w:p>
    <w:p w14:paraId="5FC21C53" w14:textId="77777777" w:rsidR="00A520C5" w:rsidRPr="0028321A" w:rsidRDefault="004448BC" w:rsidP="00933A27">
      <w:pPr>
        <w:spacing w:before="120" w:after="0"/>
        <w:rPr>
          <w:szCs w:val="24"/>
        </w:rPr>
      </w:pPr>
      <w:r>
        <w:rPr>
          <w:szCs w:val="24"/>
        </w:rPr>
        <w:t xml:space="preserve">The ACOP is the PHA’s </w:t>
      </w:r>
      <w:r w:rsidR="00666808">
        <w:rPr>
          <w:szCs w:val="24"/>
        </w:rPr>
        <w:t xml:space="preserve">written </w:t>
      </w:r>
      <w:r>
        <w:rPr>
          <w:szCs w:val="24"/>
        </w:rPr>
        <w:t xml:space="preserve">statement of policies used to carry out the housing program in accordance with </w:t>
      </w:r>
      <w:r w:rsidR="00376EDD">
        <w:rPr>
          <w:szCs w:val="24"/>
        </w:rPr>
        <w:t xml:space="preserve">federal law and regulations, and </w:t>
      </w:r>
      <w:r>
        <w:rPr>
          <w:szCs w:val="24"/>
        </w:rPr>
        <w:t xml:space="preserve">HUD requirements. </w:t>
      </w:r>
      <w:r w:rsidR="00666808">
        <w:rPr>
          <w:szCs w:val="24"/>
        </w:rPr>
        <w:t>The ACOP</w:t>
      </w:r>
      <w:r w:rsidR="00666808" w:rsidRPr="0028321A">
        <w:rPr>
          <w:szCs w:val="24"/>
        </w:rPr>
        <w:t xml:space="preserve"> </w:t>
      </w:r>
      <w:r w:rsidR="00666808">
        <w:rPr>
          <w:szCs w:val="24"/>
        </w:rPr>
        <w:t>is required by HUD</w:t>
      </w:r>
      <w:r w:rsidR="00AE4050">
        <w:rPr>
          <w:szCs w:val="24"/>
        </w:rPr>
        <w:t>,</w:t>
      </w:r>
      <w:r w:rsidR="00666808">
        <w:rPr>
          <w:szCs w:val="24"/>
        </w:rPr>
        <w:t xml:space="preserve"> and it must be available for </w:t>
      </w:r>
      <w:r w:rsidR="00666808" w:rsidRPr="0028321A">
        <w:rPr>
          <w:szCs w:val="24"/>
        </w:rPr>
        <w:t xml:space="preserve">public review </w:t>
      </w:r>
      <w:r w:rsidR="00666808">
        <w:rPr>
          <w:szCs w:val="24"/>
        </w:rPr>
        <w:t>[</w:t>
      </w:r>
      <w:r w:rsidR="00666808" w:rsidRPr="0028321A">
        <w:rPr>
          <w:szCs w:val="24"/>
        </w:rPr>
        <w:t>CFR 24 Part 903</w:t>
      </w:r>
      <w:r w:rsidR="00666808">
        <w:rPr>
          <w:szCs w:val="24"/>
        </w:rPr>
        <w:t>]</w:t>
      </w:r>
      <w:r w:rsidR="00666808" w:rsidRPr="0028321A">
        <w:rPr>
          <w:szCs w:val="24"/>
        </w:rPr>
        <w:t>.</w:t>
      </w:r>
      <w:r w:rsidR="00666808">
        <w:rPr>
          <w:szCs w:val="24"/>
        </w:rPr>
        <w:t xml:space="preserve"> </w:t>
      </w:r>
      <w:r w:rsidR="00630B87">
        <w:rPr>
          <w:szCs w:val="24"/>
        </w:rPr>
        <w:t>The ACOP also contains policies that support the</w:t>
      </w:r>
      <w:r w:rsidR="00630B87" w:rsidRPr="0028321A">
        <w:rPr>
          <w:szCs w:val="24"/>
        </w:rPr>
        <w:t xml:space="preserve"> objectives contained in the PHA’s </w:t>
      </w:r>
      <w:r w:rsidR="00630B87">
        <w:rPr>
          <w:szCs w:val="24"/>
        </w:rPr>
        <w:t>A</w:t>
      </w:r>
      <w:r w:rsidR="00630B87" w:rsidRPr="0028321A">
        <w:rPr>
          <w:szCs w:val="24"/>
        </w:rPr>
        <w:t xml:space="preserve">gency </w:t>
      </w:r>
      <w:r w:rsidR="00630B87">
        <w:rPr>
          <w:szCs w:val="24"/>
        </w:rPr>
        <w:t>P</w:t>
      </w:r>
      <w:r w:rsidR="00630B87" w:rsidRPr="0028321A">
        <w:rPr>
          <w:szCs w:val="24"/>
        </w:rPr>
        <w:t>lan.</w:t>
      </w:r>
    </w:p>
    <w:p w14:paraId="34C57BB0" w14:textId="77777777" w:rsidR="00F815DC" w:rsidRPr="0028321A" w:rsidRDefault="00630B87" w:rsidP="00933A27">
      <w:pPr>
        <w:spacing w:before="120" w:after="0"/>
        <w:rPr>
          <w:szCs w:val="24"/>
        </w:rPr>
      </w:pPr>
      <w:r w:rsidRPr="0028321A">
        <w:rPr>
          <w:szCs w:val="24"/>
        </w:rPr>
        <w:t xml:space="preserve">All issues related to </w:t>
      </w:r>
      <w:r>
        <w:rPr>
          <w:szCs w:val="24"/>
        </w:rPr>
        <w:t>public housing</w:t>
      </w:r>
      <w:r w:rsidRPr="0028321A">
        <w:rPr>
          <w:szCs w:val="24"/>
        </w:rPr>
        <w:t xml:space="preserve"> not addressed in th</w:t>
      </w:r>
      <w:r>
        <w:rPr>
          <w:szCs w:val="24"/>
        </w:rPr>
        <w:t>i</w:t>
      </w:r>
      <w:r w:rsidR="006154CB">
        <w:rPr>
          <w:szCs w:val="24"/>
        </w:rPr>
        <w:t>s</w:t>
      </w:r>
      <w:r>
        <w:rPr>
          <w:szCs w:val="24"/>
        </w:rPr>
        <w:t xml:space="preserve"> ACOP</w:t>
      </w:r>
      <w:r w:rsidRPr="0028321A">
        <w:rPr>
          <w:szCs w:val="24"/>
        </w:rPr>
        <w:t xml:space="preserve"> are governed by federal regulations, HUD handbooks and guidebooks, notices and applicable state and local law</w:t>
      </w:r>
      <w:r>
        <w:rPr>
          <w:szCs w:val="24"/>
        </w:rPr>
        <w:t>s</w:t>
      </w:r>
      <w:r w:rsidRPr="0028321A">
        <w:rPr>
          <w:szCs w:val="24"/>
        </w:rPr>
        <w:t xml:space="preserve">. </w:t>
      </w:r>
      <w:r w:rsidR="00A520C5" w:rsidRPr="0028321A">
        <w:rPr>
          <w:szCs w:val="24"/>
        </w:rPr>
        <w:t xml:space="preserve">The policies in this </w:t>
      </w:r>
      <w:r w:rsidR="00972E4B">
        <w:rPr>
          <w:szCs w:val="24"/>
        </w:rPr>
        <w:t>ACOP</w:t>
      </w:r>
      <w:r w:rsidR="00D502E0" w:rsidRPr="0028321A">
        <w:rPr>
          <w:szCs w:val="24"/>
        </w:rPr>
        <w:t xml:space="preserve"> </w:t>
      </w:r>
      <w:r w:rsidR="00A520C5" w:rsidRPr="0028321A">
        <w:rPr>
          <w:szCs w:val="24"/>
        </w:rPr>
        <w:t>have been designed to ensure compliance with the consolidated ACC and all HUD-approved applications for program funding.</w:t>
      </w:r>
      <w:r w:rsidR="00A339EA" w:rsidRPr="00A339EA">
        <w:rPr>
          <w:szCs w:val="24"/>
        </w:rPr>
        <w:t xml:space="preserve"> </w:t>
      </w:r>
      <w:r w:rsidR="00A339EA" w:rsidRPr="0028321A">
        <w:rPr>
          <w:szCs w:val="24"/>
        </w:rPr>
        <w:t xml:space="preserve">The PHA is responsible for complying with all changes in HUD regulations pertaining to </w:t>
      </w:r>
      <w:r w:rsidR="00A339EA">
        <w:rPr>
          <w:szCs w:val="24"/>
        </w:rPr>
        <w:t>public housing</w:t>
      </w:r>
      <w:r w:rsidR="00A339EA" w:rsidRPr="0028321A">
        <w:rPr>
          <w:szCs w:val="24"/>
        </w:rPr>
        <w:t xml:space="preserve">. If such changes conflict with this </w:t>
      </w:r>
      <w:r w:rsidR="008231DD">
        <w:rPr>
          <w:szCs w:val="24"/>
        </w:rPr>
        <w:t>p</w:t>
      </w:r>
      <w:r w:rsidR="00A339EA" w:rsidRPr="0028321A">
        <w:rPr>
          <w:szCs w:val="24"/>
        </w:rPr>
        <w:t>lan, HUD regulations will have precedence.</w:t>
      </w:r>
    </w:p>
    <w:p w14:paraId="1726D91F" w14:textId="77777777" w:rsidR="00D5157B" w:rsidRPr="0028321A" w:rsidRDefault="00D5157B" w:rsidP="0028500C">
      <w:pPr>
        <w:suppressLineNumbers/>
        <w:tabs>
          <w:tab w:val="left" w:pos="720"/>
        </w:tabs>
        <w:spacing w:before="240" w:after="0"/>
        <w:rPr>
          <w:b/>
          <w:szCs w:val="24"/>
        </w:rPr>
      </w:pPr>
      <w:r w:rsidRPr="0028321A">
        <w:rPr>
          <w:b/>
          <w:szCs w:val="24"/>
        </w:rPr>
        <w:t xml:space="preserve">1-III.B. CONTENTS </w:t>
      </w:r>
      <w:r w:rsidR="00E62561" w:rsidRPr="0028321A">
        <w:rPr>
          <w:b/>
          <w:szCs w:val="24"/>
        </w:rPr>
        <w:t>O</w:t>
      </w:r>
      <w:r w:rsidR="00112E3F">
        <w:rPr>
          <w:b/>
          <w:szCs w:val="24"/>
        </w:rPr>
        <w:t>F THE POLICY</w:t>
      </w:r>
      <w:r w:rsidRPr="0028321A">
        <w:rPr>
          <w:b/>
          <w:szCs w:val="24"/>
        </w:rPr>
        <w:t xml:space="preserve"> </w:t>
      </w:r>
    </w:p>
    <w:p w14:paraId="486426FE" w14:textId="77777777" w:rsidR="00D5157B" w:rsidRPr="0028321A" w:rsidRDefault="00972E4B" w:rsidP="00933A27">
      <w:pPr>
        <w:spacing w:before="120" w:after="0"/>
        <w:rPr>
          <w:szCs w:val="24"/>
        </w:rPr>
      </w:pPr>
      <w:r>
        <w:rPr>
          <w:bCs/>
          <w:szCs w:val="24"/>
        </w:rPr>
        <w:t xml:space="preserve">Unlike </w:t>
      </w:r>
      <w:r w:rsidR="00304543">
        <w:rPr>
          <w:bCs/>
          <w:szCs w:val="24"/>
        </w:rPr>
        <w:t xml:space="preserve">the </w:t>
      </w:r>
      <w:r w:rsidR="003F4289">
        <w:rPr>
          <w:bCs/>
          <w:szCs w:val="24"/>
        </w:rPr>
        <w:t>housing choice v</w:t>
      </w:r>
      <w:r>
        <w:rPr>
          <w:bCs/>
          <w:szCs w:val="24"/>
        </w:rPr>
        <w:t>oucher</w:t>
      </w:r>
      <w:r w:rsidR="00304543">
        <w:rPr>
          <w:bCs/>
          <w:szCs w:val="24"/>
        </w:rPr>
        <w:t xml:space="preserve"> program</w:t>
      </w:r>
      <w:r>
        <w:rPr>
          <w:bCs/>
          <w:szCs w:val="24"/>
        </w:rPr>
        <w:t xml:space="preserve">, </w:t>
      </w:r>
      <w:r w:rsidR="00D5157B" w:rsidRPr="0028321A">
        <w:rPr>
          <w:bCs/>
          <w:szCs w:val="24"/>
        </w:rPr>
        <w:t>HUD regulations</w:t>
      </w:r>
      <w:r>
        <w:rPr>
          <w:bCs/>
          <w:szCs w:val="24"/>
        </w:rPr>
        <w:t xml:space="preserve"> for public housing</w:t>
      </w:r>
      <w:r w:rsidR="00D5157B" w:rsidRPr="0028321A">
        <w:rPr>
          <w:bCs/>
          <w:szCs w:val="24"/>
        </w:rPr>
        <w:t xml:space="preserve"> </w:t>
      </w:r>
      <w:r>
        <w:rPr>
          <w:bCs/>
          <w:szCs w:val="24"/>
        </w:rPr>
        <w:t xml:space="preserve">do not </w:t>
      </w:r>
      <w:r w:rsidR="00D5157B" w:rsidRPr="0028321A">
        <w:rPr>
          <w:bCs/>
          <w:szCs w:val="24"/>
        </w:rPr>
        <w:t xml:space="preserve">contain a list of what must be included in the </w:t>
      </w:r>
      <w:r>
        <w:rPr>
          <w:bCs/>
          <w:szCs w:val="24"/>
        </w:rPr>
        <w:t>ACOP</w:t>
      </w:r>
      <w:r w:rsidR="00D5157B" w:rsidRPr="0028321A">
        <w:rPr>
          <w:bCs/>
          <w:szCs w:val="24"/>
        </w:rPr>
        <w:t>.</w:t>
      </w:r>
      <w:r w:rsidR="0054103B">
        <w:rPr>
          <w:bCs/>
          <w:szCs w:val="24"/>
        </w:rPr>
        <w:t xml:space="preserve"> </w:t>
      </w:r>
      <w:r w:rsidR="00666808">
        <w:rPr>
          <w:bCs/>
          <w:szCs w:val="24"/>
        </w:rPr>
        <w:t xml:space="preserve">However, individual regulations contain requirements of inclusion in the PHA’s written policy. </w:t>
      </w:r>
      <w:r w:rsidR="0054103B">
        <w:rPr>
          <w:bCs/>
          <w:szCs w:val="24"/>
        </w:rPr>
        <w:t xml:space="preserve">At </w:t>
      </w:r>
      <w:r w:rsidR="00304543">
        <w:rPr>
          <w:bCs/>
          <w:szCs w:val="24"/>
        </w:rPr>
        <w:t xml:space="preserve">a </w:t>
      </w:r>
      <w:r w:rsidR="00584870">
        <w:rPr>
          <w:bCs/>
          <w:szCs w:val="24"/>
        </w:rPr>
        <w:t>minimum</w:t>
      </w:r>
      <w:r w:rsidR="0054103B">
        <w:rPr>
          <w:bCs/>
          <w:szCs w:val="24"/>
        </w:rPr>
        <w:t xml:space="preserve">, </w:t>
      </w:r>
      <w:r w:rsidR="00B3161D">
        <w:rPr>
          <w:bCs/>
          <w:szCs w:val="24"/>
        </w:rPr>
        <w:t xml:space="preserve">the </w:t>
      </w:r>
      <w:r w:rsidR="0054103B">
        <w:rPr>
          <w:szCs w:val="24"/>
        </w:rPr>
        <w:t>ACOP</w:t>
      </w:r>
      <w:r w:rsidR="00B3161D">
        <w:rPr>
          <w:szCs w:val="24"/>
        </w:rPr>
        <w:t xml:space="preserve"> plan should</w:t>
      </w:r>
      <w:r w:rsidR="00D5157B" w:rsidRPr="0028321A">
        <w:rPr>
          <w:szCs w:val="24"/>
        </w:rPr>
        <w:t xml:space="preserve"> cover PHA policies on these subjects:</w:t>
      </w:r>
    </w:p>
    <w:p w14:paraId="4538C8F9" w14:textId="77777777" w:rsidR="00A7346D" w:rsidRDefault="0054103B" w:rsidP="00933A27">
      <w:pPr>
        <w:numPr>
          <w:ilvl w:val="0"/>
          <w:numId w:val="2"/>
        </w:numPr>
        <w:spacing w:before="120" w:after="0"/>
        <w:rPr>
          <w:szCs w:val="24"/>
        </w:rPr>
      </w:pPr>
      <w:r>
        <w:rPr>
          <w:szCs w:val="24"/>
        </w:rPr>
        <w:t>The organization of the waiting list</w:t>
      </w:r>
      <w:r w:rsidR="00B3161D">
        <w:rPr>
          <w:szCs w:val="24"/>
        </w:rPr>
        <w:t xml:space="preserve"> and how families are </w:t>
      </w:r>
      <w:r>
        <w:rPr>
          <w:szCs w:val="24"/>
        </w:rPr>
        <w:t>s</w:t>
      </w:r>
      <w:r w:rsidR="00B3161D">
        <w:rPr>
          <w:szCs w:val="24"/>
        </w:rPr>
        <w:t>elected</w:t>
      </w:r>
      <w:r w:rsidR="00D5157B" w:rsidRPr="0028321A">
        <w:rPr>
          <w:szCs w:val="24"/>
        </w:rPr>
        <w:t xml:space="preserve"> </w:t>
      </w:r>
      <w:r w:rsidR="004146A3">
        <w:rPr>
          <w:szCs w:val="24"/>
        </w:rPr>
        <w:t>and offered available units, inc</w:t>
      </w:r>
      <w:r w:rsidR="00D5157B" w:rsidRPr="0028321A">
        <w:rPr>
          <w:szCs w:val="24"/>
        </w:rPr>
        <w:t>luding any PHA admission preferences, procedures for removing applicant names from the waiting list, and procedures for closing and reopening the PHA waiting list</w:t>
      </w:r>
      <w:r w:rsidR="00D45DE2" w:rsidRPr="0028321A">
        <w:rPr>
          <w:szCs w:val="24"/>
        </w:rPr>
        <w:t xml:space="preserve"> (</w:t>
      </w:r>
      <w:r w:rsidR="000214B2" w:rsidRPr="0028321A">
        <w:rPr>
          <w:szCs w:val="24"/>
        </w:rPr>
        <w:t>Chapter</w:t>
      </w:r>
      <w:r w:rsidR="00026D52">
        <w:rPr>
          <w:szCs w:val="24"/>
        </w:rPr>
        <w:t>s</w:t>
      </w:r>
      <w:r w:rsidR="000214B2" w:rsidRPr="0028321A">
        <w:rPr>
          <w:szCs w:val="24"/>
        </w:rPr>
        <w:t xml:space="preserve"> 4</w:t>
      </w:r>
      <w:r w:rsidR="00026D52">
        <w:rPr>
          <w:szCs w:val="24"/>
        </w:rPr>
        <w:t xml:space="preserve"> and 5</w:t>
      </w:r>
      <w:proofErr w:type="gramStart"/>
      <w:r w:rsidR="000214B2" w:rsidRPr="0028321A">
        <w:rPr>
          <w:szCs w:val="24"/>
        </w:rPr>
        <w:t>)</w:t>
      </w:r>
      <w:r w:rsidR="00C05A91">
        <w:rPr>
          <w:szCs w:val="24"/>
        </w:rPr>
        <w:t>;</w:t>
      </w:r>
      <w:proofErr w:type="gramEnd"/>
    </w:p>
    <w:p w14:paraId="2E82C51C" w14:textId="77777777" w:rsidR="00A7346D" w:rsidRDefault="003E0264" w:rsidP="00933A27">
      <w:pPr>
        <w:numPr>
          <w:ilvl w:val="0"/>
          <w:numId w:val="2"/>
        </w:numPr>
        <w:spacing w:before="120" w:after="0"/>
        <w:rPr>
          <w:szCs w:val="24"/>
        </w:rPr>
      </w:pPr>
      <w:r>
        <w:rPr>
          <w:szCs w:val="24"/>
        </w:rPr>
        <w:t>T</w:t>
      </w:r>
      <w:r w:rsidR="00112E3F">
        <w:rPr>
          <w:szCs w:val="24"/>
        </w:rPr>
        <w:t>ransfer policies and t</w:t>
      </w:r>
      <w:r>
        <w:rPr>
          <w:szCs w:val="24"/>
        </w:rPr>
        <w:t>he circumstances under which a transfer would take precedence over an admission</w:t>
      </w:r>
      <w:r w:rsidR="004146A3">
        <w:rPr>
          <w:szCs w:val="24"/>
        </w:rPr>
        <w:t xml:space="preserve"> (Chapter 12</w:t>
      </w:r>
      <w:proofErr w:type="gramStart"/>
      <w:r w:rsidR="004146A3">
        <w:rPr>
          <w:szCs w:val="24"/>
        </w:rPr>
        <w:t>)</w:t>
      </w:r>
      <w:r w:rsidR="00C05A91">
        <w:rPr>
          <w:szCs w:val="24"/>
        </w:rPr>
        <w:t>;</w:t>
      </w:r>
      <w:proofErr w:type="gramEnd"/>
    </w:p>
    <w:p w14:paraId="69D0960A" w14:textId="77777777" w:rsidR="00A7346D" w:rsidRDefault="004146A3" w:rsidP="00933A27">
      <w:pPr>
        <w:numPr>
          <w:ilvl w:val="0"/>
          <w:numId w:val="2"/>
        </w:numPr>
        <w:spacing w:before="120" w:after="0"/>
        <w:rPr>
          <w:szCs w:val="24"/>
        </w:rPr>
      </w:pPr>
      <w:r>
        <w:rPr>
          <w:szCs w:val="24"/>
        </w:rPr>
        <w:t>Standards for determining eligibility, suitability for tenancy, and the size and type of the unit needed</w:t>
      </w:r>
      <w:r w:rsidR="001A53AF">
        <w:rPr>
          <w:szCs w:val="24"/>
        </w:rPr>
        <w:t xml:space="preserve"> (Chapter</w:t>
      </w:r>
      <w:r w:rsidR="00556FF2">
        <w:rPr>
          <w:szCs w:val="24"/>
        </w:rPr>
        <w:t>s</w:t>
      </w:r>
      <w:r w:rsidR="001A53AF">
        <w:rPr>
          <w:szCs w:val="24"/>
        </w:rPr>
        <w:t xml:space="preserve"> 3 and 5</w:t>
      </w:r>
      <w:proofErr w:type="gramStart"/>
      <w:r w:rsidR="001A53AF">
        <w:rPr>
          <w:szCs w:val="24"/>
        </w:rPr>
        <w:t>)</w:t>
      </w:r>
      <w:r w:rsidR="00C05A91">
        <w:rPr>
          <w:szCs w:val="24"/>
        </w:rPr>
        <w:t>;</w:t>
      </w:r>
      <w:proofErr w:type="gramEnd"/>
    </w:p>
    <w:p w14:paraId="0218F9CB" w14:textId="77777777" w:rsidR="00A7346D" w:rsidRDefault="004146A3" w:rsidP="00933A27">
      <w:pPr>
        <w:numPr>
          <w:ilvl w:val="0"/>
          <w:numId w:val="2"/>
        </w:numPr>
        <w:spacing w:before="120" w:after="0"/>
        <w:rPr>
          <w:szCs w:val="24"/>
        </w:rPr>
      </w:pPr>
      <w:r>
        <w:rPr>
          <w:szCs w:val="24"/>
        </w:rPr>
        <w:t>Procedures for verifying the information the family has provided</w:t>
      </w:r>
      <w:r w:rsidR="001A53AF">
        <w:rPr>
          <w:szCs w:val="24"/>
        </w:rPr>
        <w:t xml:space="preserve"> (Chapter 7</w:t>
      </w:r>
      <w:proofErr w:type="gramStart"/>
      <w:r w:rsidR="001A53AF">
        <w:rPr>
          <w:szCs w:val="24"/>
        </w:rPr>
        <w:t>)</w:t>
      </w:r>
      <w:r w:rsidR="00C05A91">
        <w:rPr>
          <w:szCs w:val="24"/>
        </w:rPr>
        <w:t>;</w:t>
      </w:r>
      <w:proofErr w:type="gramEnd"/>
    </w:p>
    <w:p w14:paraId="13339367" w14:textId="77777777" w:rsidR="00A7346D" w:rsidRDefault="004146A3" w:rsidP="00933A27">
      <w:pPr>
        <w:numPr>
          <w:ilvl w:val="0"/>
          <w:numId w:val="2"/>
        </w:numPr>
        <w:spacing w:before="120" w:after="0"/>
        <w:rPr>
          <w:szCs w:val="24"/>
        </w:rPr>
      </w:pPr>
      <w:r>
        <w:rPr>
          <w:szCs w:val="24"/>
        </w:rPr>
        <w:t>The method for achieving deconcentration of poverty and income-mixing</w:t>
      </w:r>
      <w:r w:rsidR="00112E3F">
        <w:rPr>
          <w:szCs w:val="24"/>
        </w:rPr>
        <w:t xml:space="preserve"> of public housing developments </w:t>
      </w:r>
      <w:r w:rsidR="00112E3F" w:rsidRPr="00371454">
        <w:rPr>
          <w:szCs w:val="24"/>
        </w:rPr>
        <w:t xml:space="preserve">(Chapter </w:t>
      </w:r>
      <w:r w:rsidR="00371454" w:rsidRPr="00371454">
        <w:rPr>
          <w:szCs w:val="24"/>
        </w:rPr>
        <w:t>4</w:t>
      </w:r>
      <w:proofErr w:type="gramStart"/>
      <w:r w:rsidR="00112E3F" w:rsidRPr="00371454">
        <w:rPr>
          <w:szCs w:val="24"/>
        </w:rPr>
        <w:t>)</w:t>
      </w:r>
      <w:r w:rsidR="00C05A91">
        <w:rPr>
          <w:szCs w:val="24"/>
        </w:rPr>
        <w:t>;</w:t>
      </w:r>
      <w:proofErr w:type="gramEnd"/>
    </w:p>
    <w:p w14:paraId="3CAA81CE" w14:textId="77777777" w:rsidR="00A7346D" w:rsidRDefault="00E51F4A" w:rsidP="00933A27">
      <w:pPr>
        <w:numPr>
          <w:ilvl w:val="0"/>
          <w:numId w:val="2"/>
        </w:numPr>
        <w:spacing w:before="120" w:after="0"/>
        <w:rPr>
          <w:szCs w:val="24"/>
        </w:rPr>
      </w:pPr>
      <w:r>
        <w:rPr>
          <w:szCs w:val="24"/>
        </w:rPr>
        <w:t>G</w:t>
      </w:r>
      <w:r w:rsidR="004146A3">
        <w:rPr>
          <w:szCs w:val="24"/>
        </w:rPr>
        <w:t>rievance procedures</w:t>
      </w:r>
      <w:r w:rsidR="001A53AF">
        <w:rPr>
          <w:szCs w:val="24"/>
        </w:rPr>
        <w:t xml:space="preserve"> (</w:t>
      </w:r>
      <w:r w:rsidR="004146A3">
        <w:rPr>
          <w:szCs w:val="24"/>
        </w:rPr>
        <w:t>Chapter 14</w:t>
      </w:r>
      <w:proofErr w:type="gramStart"/>
      <w:r w:rsidR="004146A3">
        <w:rPr>
          <w:szCs w:val="24"/>
        </w:rPr>
        <w:t>)</w:t>
      </w:r>
      <w:r w:rsidR="00C05A91">
        <w:rPr>
          <w:szCs w:val="24"/>
        </w:rPr>
        <w:t>;</w:t>
      </w:r>
      <w:proofErr w:type="gramEnd"/>
    </w:p>
    <w:p w14:paraId="74428CD5" w14:textId="77777777" w:rsidR="00371454" w:rsidRDefault="00D5157B" w:rsidP="00933A27">
      <w:pPr>
        <w:numPr>
          <w:ilvl w:val="0"/>
          <w:numId w:val="2"/>
        </w:numPr>
        <w:spacing w:before="120" w:after="0"/>
        <w:rPr>
          <w:szCs w:val="24"/>
        </w:rPr>
      </w:pPr>
      <w:r w:rsidRPr="0028321A">
        <w:rPr>
          <w:szCs w:val="24"/>
        </w:rPr>
        <w:t>Policies concerning payment by a family to the PHA of amounts the family owes the PHA</w:t>
      </w:r>
      <w:r w:rsidR="00556FF2">
        <w:rPr>
          <w:szCs w:val="24"/>
        </w:rPr>
        <w:t xml:space="preserve"> </w:t>
      </w:r>
      <w:r w:rsidR="00371454">
        <w:rPr>
          <w:szCs w:val="24"/>
        </w:rPr>
        <w:t>(Chapter 15</w:t>
      </w:r>
      <w:r w:rsidR="00304543">
        <w:rPr>
          <w:szCs w:val="24"/>
        </w:rPr>
        <w:t xml:space="preserve"> and 16</w:t>
      </w:r>
      <w:proofErr w:type="gramStart"/>
      <w:r w:rsidR="00A7346D">
        <w:rPr>
          <w:szCs w:val="24"/>
        </w:rPr>
        <w:t>)</w:t>
      </w:r>
      <w:r w:rsidR="00C05A91">
        <w:rPr>
          <w:szCs w:val="24"/>
        </w:rPr>
        <w:t>;</w:t>
      </w:r>
      <w:proofErr w:type="gramEnd"/>
    </w:p>
    <w:p w14:paraId="3821AEC8" w14:textId="77777777" w:rsidR="00A7346D" w:rsidRDefault="00D5157B" w:rsidP="00933A27">
      <w:pPr>
        <w:numPr>
          <w:ilvl w:val="0"/>
          <w:numId w:val="2"/>
        </w:numPr>
        <w:spacing w:before="120" w:after="0"/>
        <w:rPr>
          <w:szCs w:val="24"/>
        </w:rPr>
      </w:pPr>
      <w:r w:rsidRPr="0028321A">
        <w:rPr>
          <w:szCs w:val="24"/>
        </w:rPr>
        <w:t>Interim redeterminations of family income and composition</w:t>
      </w:r>
      <w:r w:rsidR="001A53AF">
        <w:rPr>
          <w:szCs w:val="24"/>
        </w:rPr>
        <w:t xml:space="preserve"> (Chapter 9</w:t>
      </w:r>
      <w:proofErr w:type="gramStart"/>
      <w:r w:rsidR="000214B2" w:rsidRPr="0028321A">
        <w:rPr>
          <w:szCs w:val="24"/>
        </w:rPr>
        <w:t>)</w:t>
      </w:r>
      <w:r w:rsidR="00C05A91">
        <w:rPr>
          <w:szCs w:val="24"/>
        </w:rPr>
        <w:t>;</w:t>
      </w:r>
      <w:proofErr w:type="gramEnd"/>
    </w:p>
    <w:p w14:paraId="7F3AFB9B" w14:textId="77777777" w:rsidR="00A7346D" w:rsidRDefault="004146A3" w:rsidP="00933A27">
      <w:pPr>
        <w:numPr>
          <w:ilvl w:val="0"/>
          <w:numId w:val="2"/>
        </w:numPr>
        <w:spacing w:before="120" w:after="0"/>
        <w:rPr>
          <w:szCs w:val="24"/>
        </w:rPr>
      </w:pPr>
      <w:r>
        <w:rPr>
          <w:szCs w:val="24"/>
        </w:rPr>
        <w:t>Polici</w:t>
      </w:r>
      <w:r w:rsidR="0054103B">
        <w:rPr>
          <w:szCs w:val="24"/>
        </w:rPr>
        <w:t>es regarding community service requirements</w:t>
      </w:r>
      <w:r w:rsidR="00556FF2">
        <w:rPr>
          <w:szCs w:val="24"/>
        </w:rPr>
        <w:t xml:space="preserve"> (Chapter 11</w:t>
      </w:r>
      <w:proofErr w:type="gramStart"/>
      <w:r w:rsidR="00556FF2">
        <w:rPr>
          <w:szCs w:val="24"/>
        </w:rPr>
        <w:t>)</w:t>
      </w:r>
      <w:r w:rsidR="00C05A91">
        <w:rPr>
          <w:szCs w:val="24"/>
        </w:rPr>
        <w:t>;</w:t>
      </w:r>
      <w:proofErr w:type="gramEnd"/>
    </w:p>
    <w:p w14:paraId="14D3580E" w14:textId="77777777" w:rsidR="004146A3" w:rsidRDefault="004146A3" w:rsidP="00933A27">
      <w:pPr>
        <w:numPr>
          <w:ilvl w:val="0"/>
          <w:numId w:val="2"/>
        </w:numPr>
        <w:spacing w:before="120" w:after="0"/>
        <w:rPr>
          <w:szCs w:val="24"/>
        </w:rPr>
      </w:pPr>
      <w:proofErr w:type="gramStart"/>
      <w:r>
        <w:rPr>
          <w:szCs w:val="24"/>
        </w:rPr>
        <w:t>Polices</w:t>
      </w:r>
      <w:proofErr w:type="gramEnd"/>
      <w:r>
        <w:rPr>
          <w:szCs w:val="24"/>
        </w:rPr>
        <w:t xml:space="preserve"> a</w:t>
      </w:r>
      <w:r w:rsidR="0054103B">
        <w:rPr>
          <w:szCs w:val="24"/>
        </w:rPr>
        <w:t>nd rules about safety and ownership of pets in public housing (Chapter 10)</w:t>
      </w:r>
      <w:r w:rsidR="00556FF2">
        <w:rPr>
          <w:szCs w:val="24"/>
        </w:rPr>
        <w:t>.</w:t>
      </w:r>
    </w:p>
    <w:p w14:paraId="0AE5D68C" w14:textId="77777777" w:rsidR="00C8053E" w:rsidRPr="0028321A" w:rsidRDefault="00D01492" w:rsidP="00D01492">
      <w:pPr>
        <w:spacing w:before="120" w:after="0"/>
        <w:ind w:right="576"/>
        <w:rPr>
          <w:b/>
          <w:bCs/>
          <w:szCs w:val="24"/>
        </w:rPr>
      </w:pPr>
      <w:r>
        <w:rPr>
          <w:b/>
          <w:bCs/>
          <w:szCs w:val="24"/>
        </w:rPr>
        <w:br w:type="page"/>
      </w:r>
      <w:r w:rsidR="00B53731">
        <w:rPr>
          <w:b/>
          <w:bCs/>
          <w:szCs w:val="24"/>
        </w:rPr>
        <w:lastRenderedPageBreak/>
        <w:t>Mandatory vs. Discretionary Policy</w:t>
      </w:r>
    </w:p>
    <w:p w14:paraId="2E647AF3" w14:textId="77777777" w:rsidR="00D5157B" w:rsidRPr="0028321A" w:rsidRDefault="00D5157B" w:rsidP="00933A27">
      <w:pPr>
        <w:spacing w:before="120" w:after="0"/>
        <w:rPr>
          <w:szCs w:val="24"/>
        </w:rPr>
      </w:pPr>
      <w:r w:rsidRPr="0028321A">
        <w:rPr>
          <w:szCs w:val="24"/>
        </w:rPr>
        <w:t>HUD makes a distinction between</w:t>
      </w:r>
      <w:r w:rsidR="00684EEF">
        <w:rPr>
          <w:szCs w:val="24"/>
        </w:rPr>
        <w:t xml:space="preserve"> mandatory policies and non-mandatory policies</w:t>
      </w:r>
      <w:r w:rsidRPr="0028321A">
        <w:rPr>
          <w:szCs w:val="24"/>
        </w:rPr>
        <w:t>:</w:t>
      </w:r>
    </w:p>
    <w:p w14:paraId="5FCD77B2" w14:textId="77777777" w:rsidR="00D5157B" w:rsidRPr="0028321A" w:rsidRDefault="00D5157B" w:rsidP="00933A27">
      <w:pPr>
        <w:numPr>
          <w:ilvl w:val="0"/>
          <w:numId w:val="2"/>
        </w:numPr>
        <w:spacing w:before="120" w:after="0"/>
        <w:rPr>
          <w:bCs/>
          <w:szCs w:val="24"/>
        </w:rPr>
      </w:pPr>
      <w:r w:rsidRPr="0028321A">
        <w:rPr>
          <w:bCs/>
          <w:szCs w:val="24"/>
          <w:u w:val="single"/>
        </w:rPr>
        <w:t>Mandatory policies</w:t>
      </w:r>
      <w:r w:rsidRPr="0028321A">
        <w:rPr>
          <w:bCs/>
          <w:szCs w:val="24"/>
        </w:rPr>
        <w:t xml:space="preserve">: those driven </w:t>
      </w:r>
      <w:r w:rsidRPr="00933A27">
        <w:rPr>
          <w:szCs w:val="24"/>
        </w:rPr>
        <w:t>by</w:t>
      </w:r>
      <w:r w:rsidRPr="0028321A">
        <w:rPr>
          <w:bCs/>
          <w:szCs w:val="24"/>
        </w:rPr>
        <w:t xml:space="preserve"> legislation, regulations, current handbooks, </w:t>
      </w:r>
      <w:r w:rsidR="00684EEF">
        <w:rPr>
          <w:bCs/>
          <w:szCs w:val="24"/>
        </w:rPr>
        <w:t xml:space="preserve">current PIH </w:t>
      </w:r>
      <w:r w:rsidRPr="0028321A">
        <w:rPr>
          <w:bCs/>
          <w:szCs w:val="24"/>
        </w:rPr>
        <w:t>notices, and legal opinions</w:t>
      </w:r>
      <w:r w:rsidR="00684EEF">
        <w:rPr>
          <w:bCs/>
          <w:szCs w:val="24"/>
        </w:rPr>
        <w:t xml:space="preserve"> from the Office of General Counsel</w:t>
      </w:r>
      <w:r w:rsidRPr="0028321A">
        <w:rPr>
          <w:bCs/>
          <w:szCs w:val="24"/>
        </w:rPr>
        <w:t xml:space="preserve"> </w:t>
      </w:r>
    </w:p>
    <w:p w14:paraId="6875C313" w14:textId="77777777" w:rsidR="00D5157B" w:rsidRPr="0028321A" w:rsidRDefault="00D5157B" w:rsidP="00933A27">
      <w:pPr>
        <w:numPr>
          <w:ilvl w:val="0"/>
          <w:numId w:val="2"/>
        </w:numPr>
        <w:spacing w:before="120" w:after="0"/>
        <w:rPr>
          <w:bCs/>
          <w:szCs w:val="24"/>
        </w:rPr>
      </w:pPr>
      <w:r w:rsidRPr="0028321A">
        <w:rPr>
          <w:bCs/>
          <w:szCs w:val="24"/>
          <w:u w:val="single"/>
        </w:rPr>
        <w:t xml:space="preserve">Optional, non-binding </w:t>
      </w:r>
      <w:proofErr w:type="gramStart"/>
      <w:r w:rsidRPr="0028321A">
        <w:rPr>
          <w:bCs/>
          <w:szCs w:val="24"/>
          <w:u w:val="single"/>
        </w:rPr>
        <w:t>guidance</w:t>
      </w:r>
      <w:r w:rsidR="00684EEF">
        <w:rPr>
          <w:bCs/>
          <w:szCs w:val="24"/>
        </w:rPr>
        <w:t>:</w:t>
      </w:r>
      <w:proofErr w:type="gramEnd"/>
      <w:r w:rsidRPr="0028321A">
        <w:rPr>
          <w:bCs/>
          <w:szCs w:val="24"/>
        </w:rPr>
        <w:t xml:space="preserve"> </w:t>
      </w:r>
      <w:r w:rsidRPr="00933A27">
        <w:rPr>
          <w:szCs w:val="24"/>
        </w:rPr>
        <w:t>includ</w:t>
      </w:r>
      <w:r w:rsidR="00684EEF">
        <w:rPr>
          <w:szCs w:val="24"/>
        </w:rPr>
        <w:t>es</w:t>
      </w:r>
      <w:r w:rsidRPr="0028321A">
        <w:rPr>
          <w:bCs/>
          <w:szCs w:val="24"/>
        </w:rPr>
        <w:t xml:space="preserve"> guidebooks, </w:t>
      </w:r>
      <w:r w:rsidR="00684EEF">
        <w:rPr>
          <w:bCs/>
          <w:szCs w:val="24"/>
        </w:rPr>
        <w:t xml:space="preserve">FAQs, PIH </w:t>
      </w:r>
      <w:r w:rsidRPr="0028321A">
        <w:rPr>
          <w:bCs/>
          <w:szCs w:val="24"/>
        </w:rPr>
        <w:t>notices that have expired</w:t>
      </w:r>
      <w:r w:rsidR="00684EEF">
        <w:rPr>
          <w:bCs/>
          <w:szCs w:val="24"/>
        </w:rPr>
        <w:t>,</w:t>
      </w:r>
      <w:r w:rsidRPr="0028321A">
        <w:rPr>
          <w:bCs/>
          <w:szCs w:val="24"/>
        </w:rPr>
        <w:t xml:space="preserve"> and recommendations from individual HUD staff. </w:t>
      </w:r>
    </w:p>
    <w:p w14:paraId="08C9A0D3" w14:textId="77777777" w:rsidR="00D5157B" w:rsidRPr="0028321A" w:rsidRDefault="00D5157B" w:rsidP="00933A27">
      <w:pPr>
        <w:spacing w:before="120" w:after="0"/>
        <w:rPr>
          <w:szCs w:val="24"/>
        </w:rPr>
      </w:pPr>
      <w:r w:rsidRPr="0028321A">
        <w:rPr>
          <w:bCs/>
          <w:szCs w:val="24"/>
        </w:rPr>
        <w:t xml:space="preserve">HUD expects PHAs to develop policies and procedures that are consistent with mandatory policies and to make clear the optional policies the PHA has </w:t>
      </w:r>
      <w:r w:rsidR="006478AE" w:rsidRPr="0028321A">
        <w:rPr>
          <w:bCs/>
          <w:szCs w:val="24"/>
        </w:rPr>
        <w:t xml:space="preserve">adopted. </w:t>
      </w:r>
      <w:r w:rsidR="00684EEF">
        <w:rPr>
          <w:bCs/>
          <w:szCs w:val="24"/>
        </w:rPr>
        <w:t>The ACOP is comprised of mandatory policies and optional PHA policy.</w:t>
      </w:r>
      <w:r w:rsidR="00067CA2">
        <w:rPr>
          <w:bCs/>
          <w:szCs w:val="24"/>
        </w:rPr>
        <w:t xml:space="preserve"> </w:t>
      </w:r>
      <w:r w:rsidRPr="0028321A">
        <w:rPr>
          <w:szCs w:val="24"/>
        </w:rPr>
        <w:t>HUD</w:t>
      </w:r>
      <w:r w:rsidR="00052492">
        <w:rPr>
          <w:szCs w:val="24"/>
        </w:rPr>
        <w:t xml:space="preserve"> </w:t>
      </w:r>
      <w:r w:rsidR="00684EEF">
        <w:rPr>
          <w:szCs w:val="24"/>
        </w:rPr>
        <w:t>emphasizes</w:t>
      </w:r>
      <w:r w:rsidR="00067CA2">
        <w:rPr>
          <w:szCs w:val="24"/>
        </w:rPr>
        <w:t xml:space="preserve"> the need for a clearly written and comprehensive ACOP to guide staff in the clear and consistent application of policy</w:t>
      </w:r>
      <w:r w:rsidRPr="0028321A">
        <w:rPr>
          <w:szCs w:val="24"/>
        </w:rPr>
        <w:t>.</w:t>
      </w:r>
    </w:p>
    <w:p w14:paraId="3A2B67DD" w14:textId="77777777" w:rsidR="00D80029" w:rsidRPr="0028321A" w:rsidRDefault="00684EEF" w:rsidP="00933A27">
      <w:pPr>
        <w:spacing w:before="120" w:after="0"/>
        <w:rPr>
          <w:b/>
          <w:szCs w:val="24"/>
        </w:rPr>
      </w:pPr>
      <w:r>
        <w:rPr>
          <w:szCs w:val="24"/>
        </w:rPr>
        <w:t>HUD suggestions, recommendations, written issuances, and guidance are consistent with mandatory federal policy.</w:t>
      </w:r>
      <w:r w:rsidR="00963AEC" w:rsidRPr="0028321A">
        <w:rPr>
          <w:szCs w:val="24"/>
        </w:rPr>
        <w:t xml:space="preserve"> </w:t>
      </w:r>
      <w:r w:rsidR="00963AEC">
        <w:rPr>
          <w:szCs w:val="24"/>
        </w:rPr>
        <w:t xml:space="preserve">Therefore, </w:t>
      </w:r>
      <w:r>
        <w:rPr>
          <w:szCs w:val="24"/>
        </w:rPr>
        <w:t>using</w:t>
      </w:r>
      <w:r w:rsidRPr="0028321A">
        <w:rPr>
          <w:szCs w:val="24"/>
        </w:rPr>
        <w:t xml:space="preserve"> </w:t>
      </w:r>
      <w:r w:rsidR="00D5157B" w:rsidRPr="0028321A">
        <w:rPr>
          <w:szCs w:val="24"/>
        </w:rPr>
        <w:t>HUD guidance</w:t>
      </w:r>
      <w:r w:rsidR="00710087">
        <w:rPr>
          <w:szCs w:val="24"/>
        </w:rPr>
        <w:t xml:space="preserve"> in the preparation of PHA policy</w:t>
      </w:r>
      <w:r w:rsidR="00D5157B" w:rsidRPr="0028321A">
        <w:rPr>
          <w:szCs w:val="24"/>
        </w:rPr>
        <w:t xml:space="preserve">, even though it is not mandatory, provides a PHA with a “safe harbor.” If a PHA adopts </w:t>
      </w:r>
      <w:r w:rsidR="00B53731">
        <w:rPr>
          <w:szCs w:val="24"/>
        </w:rPr>
        <w:t>an alternative p</w:t>
      </w:r>
      <w:r w:rsidR="00A1467A">
        <w:rPr>
          <w:szCs w:val="24"/>
        </w:rPr>
        <w:t>olicy</w:t>
      </w:r>
      <w:r w:rsidR="00D5157B" w:rsidRPr="0028321A">
        <w:rPr>
          <w:szCs w:val="24"/>
        </w:rPr>
        <w:t xml:space="preserve">, it must make its own determination that </w:t>
      </w:r>
      <w:r w:rsidR="00A1467A">
        <w:rPr>
          <w:szCs w:val="24"/>
        </w:rPr>
        <w:t>such policy</w:t>
      </w:r>
      <w:r w:rsidR="00A1467A">
        <w:rPr>
          <w:bCs/>
          <w:snapToGrid w:val="0"/>
          <w:szCs w:val="24"/>
        </w:rPr>
        <w:t xml:space="preserve"> </w:t>
      </w:r>
      <w:r w:rsidR="00D5157B" w:rsidRPr="0028321A">
        <w:rPr>
          <w:bCs/>
          <w:snapToGrid w:val="0"/>
          <w:szCs w:val="24"/>
        </w:rPr>
        <w:t xml:space="preserve">is consistent with legislation, regulations, and other mandatory requirements. There may be very good reasons for adopting a policy or procedure that is different than </w:t>
      </w:r>
      <w:r w:rsidR="00A1467A">
        <w:rPr>
          <w:bCs/>
          <w:snapToGrid w:val="0"/>
          <w:szCs w:val="24"/>
        </w:rPr>
        <w:t>that suggested by HUD</w:t>
      </w:r>
      <w:r w:rsidR="00D5157B" w:rsidRPr="0028321A">
        <w:rPr>
          <w:bCs/>
          <w:snapToGrid w:val="0"/>
          <w:szCs w:val="24"/>
        </w:rPr>
        <w:t xml:space="preserve">, but </w:t>
      </w:r>
      <w:r w:rsidR="00DE4F9E">
        <w:rPr>
          <w:bCs/>
          <w:snapToGrid w:val="0"/>
          <w:szCs w:val="24"/>
        </w:rPr>
        <w:t>PHAs</w:t>
      </w:r>
      <w:r w:rsidR="00C8053E" w:rsidRPr="0028321A">
        <w:rPr>
          <w:bCs/>
          <w:snapToGrid w:val="0"/>
          <w:szCs w:val="24"/>
        </w:rPr>
        <w:t xml:space="preserve"> </w:t>
      </w:r>
      <w:r w:rsidR="00D5157B" w:rsidRPr="0028321A">
        <w:rPr>
          <w:bCs/>
          <w:snapToGrid w:val="0"/>
          <w:szCs w:val="24"/>
        </w:rPr>
        <w:t xml:space="preserve">should carefully think through </w:t>
      </w:r>
      <w:r w:rsidR="00C8053E" w:rsidRPr="0028321A">
        <w:rPr>
          <w:bCs/>
          <w:snapToGrid w:val="0"/>
          <w:szCs w:val="24"/>
        </w:rPr>
        <w:t xml:space="preserve">those </w:t>
      </w:r>
      <w:r w:rsidR="00D5157B" w:rsidRPr="0028321A">
        <w:rPr>
          <w:bCs/>
          <w:snapToGrid w:val="0"/>
          <w:szCs w:val="24"/>
        </w:rPr>
        <w:t>decision</w:t>
      </w:r>
      <w:r w:rsidR="00C8053E" w:rsidRPr="0028321A">
        <w:rPr>
          <w:bCs/>
          <w:snapToGrid w:val="0"/>
          <w:szCs w:val="24"/>
        </w:rPr>
        <w:t>s</w:t>
      </w:r>
      <w:r w:rsidR="00A1467A">
        <w:rPr>
          <w:bCs/>
          <w:snapToGrid w:val="0"/>
          <w:szCs w:val="24"/>
        </w:rPr>
        <w:t xml:space="preserve"> and be able to articulate how their policy is consistent with federal laws, regulations</w:t>
      </w:r>
      <w:r w:rsidR="00C67D77">
        <w:rPr>
          <w:bCs/>
          <w:snapToGrid w:val="0"/>
          <w:szCs w:val="24"/>
        </w:rPr>
        <w:t>,</w:t>
      </w:r>
      <w:r w:rsidR="00A1467A">
        <w:rPr>
          <w:bCs/>
          <w:snapToGrid w:val="0"/>
          <w:szCs w:val="24"/>
        </w:rPr>
        <w:t xml:space="preserve"> and mandatory policy</w:t>
      </w:r>
      <w:r w:rsidR="00D5157B" w:rsidRPr="0028321A">
        <w:rPr>
          <w:bCs/>
          <w:snapToGrid w:val="0"/>
          <w:szCs w:val="24"/>
        </w:rPr>
        <w:t>.</w:t>
      </w:r>
    </w:p>
    <w:p w14:paraId="2E3C5F61" w14:textId="77777777" w:rsidR="008B12D0" w:rsidRPr="0028321A" w:rsidRDefault="00D01492" w:rsidP="0028500C">
      <w:pPr>
        <w:suppressLineNumbers/>
        <w:tabs>
          <w:tab w:val="left" w:pos="720"/>
        </w:tabs>
        <w:spacing w:before="240" w:after="0"/>
        <w:rPr>
          <w:szCs w:val="24"/>
        </w:rPr>
      </w:pPr>
      <w:r>
        <w:rPr>
          <w:b/>
          <w:szCs w:val="24"/>
        </w:rPr>
        <w:t>1-III.</w:t>
      </w:r>
      <w:r w:rsidR="00026D52">
        <w:rPr>
          <w:b/>
          <w:szCs w:val="24"/>
        </w:rPr>
        <w:t>C</w:t>
      </w:r>
      <w:r>
        <w:rPr>
          <w:b/>
          <w:szCs w:val="24"/>
        </w:rPr>
        <w:t xml:space="preserve">. </w:t>
      </w:r>
      <w:r w:rsidR="008B12D0" w:rsidRPr="0028321A">
        <w:rPr>
          <w:b/>
          <w:szCs w:val="24"/>
        </w:rPr>
        <w:t>UPDATING AND REVISING THE P</w:t>
      </w:r>
      <w:r w:rsidR="00556FF2">
        <w:rPr>
          <w:b/>
          <w:szCs w:val="24"/>
        </w:rPr>
        <w:t>OLICY</w:t>
      </w:r>
    </w:p>
    <w:p w14:paraId="5D23DAC3" w14:textId="77777777" w:rsidR="00EE6416" w:rsidRPr="0028321A" w:rsidRDefault="00A520C5" w:rsidP="00933A27">
      <w:pPr>
        <w:spacing w:before="120" w:after="0"/>
        <w:rPr>
          <w:szCs w:val="24"/>
        </w:rPr>
      </w:pPr>
      <w:r w:rsidRPr="0028321A">
        <w:rPr>
          <w:szCs w:val="24"/>
        </w:rPr>
        <w:t xml:space="preserve">The PHA will revise this </w:t>
      </w:r>
      <w:r w:rsidR="00972E4B">
        <w:rPr>
          <w:szCs w:val="24"/>
        </w:rPr>
        <w:t>ACOP</w:t>
      </w:r>
      <w:r w:rsidR="00D502E0" w:rsidRPr="0028321A">
        <w:rPr>
          <w:szCs w:val="24"/>
        </w:rPr>
        <w:t xml:space="preserve"> </w:t>
      </w:r>
      <w:r w:rsidRPr="0028321A">
        <w:rPr>
          <w:szCs w:val="24"/>
        </w:rPr>
        <w:t xml:space="preserve">as needed to comply with changes in HUD regulations. The original </w:t>
      </w:r>
      <w:r w:rsidR="00556FF2">
        <w:rPr>
          <w:szCs w:val="24"/>
        </w:rPr>
        <w:t>policy</w:t>
      </w:r>
      <w:r w:rsidR="00D502E0" w:rsidRPr="0028321A">
        <w:rPr>
          <w:szCs w:val="24"/>
        </w:rPr>
        <w:t xml:space="preserve"> </w:t>
      </w:r>
      <w:r w:rsidRPr="0028321A">
        <w:rPr>
          <w:szCs w:val="24"/>
        </w:rPr>
        <w:t xml:space="preserve">and any changes must be approved by the </w:t>
      </w:r>
      <w:r w:rsidR="00D502E0" w:rsidRPr="0028321A">
        <w:rPr>
          <w:szCs w:val="24"/>
        </w:rPr>
        <w:t xml:space="preserve">board </w:t>
      </w:r>
      <w:r w:rsidRPr="0028321A">
        <w:rPr>
          <w:szCs w:val="24"/>
        </w:rPr>
        <w:t xml:space="preserve">of </w:t>
      </w:r>
      <w:r w:rsidR="00D502E0" w:rsidRPr="0028321A">
        <w:rPr>
          <w:szCs w:val="24"/>
        </w:rPr>
        <w:t xml:space="preserve">commissioners </w:t>
      </w:r>
      <w:r w:rsidRPr="0028321A">
        <w:rPr>
          <w:szCs w:val="24"/>
        </w:rPr>
        <w:t xml:space="preserve">of the </w:t>
      </w:r>
      <w:r w:rsidR="00B82EEE">
        <w:rPr>
          <w:szCs w:val="24"/>
        </w:rPr>
        <w:t>PHA</w:t>
      </w:r>
      <w:r w:rsidRPr="0028321A">
        <w:rPr>
          <w:szCs w:val="24"/>
        </w:rPr>
        <w:t>, the pertinent sections included in the Agency Plan, and a copy provided to HUD.</w:t>
      </w:r>
    </w:p>
    <w:p w14:paraId="438C5277" w14:textId="77777777" w:rsidR="00F815DC" w:rsidRPr="002157A2" w:rsidRDefault="008B12D0" w:rsidP="002157A2">
      <w:pPr>
        <w:spacing w:before="120" w:after="0"/>
        <w:ind w:left="720"/>
        <w:rPr>
          <w:u w:val="single"/>
        </w:rPr>
      </w:pPr>
      <w:r w:rsidRPr="002157A2">
        <w:rPr>
          <w:u w:val="single"/>
        </w:rPr>
        <w:t>PHA Policy</w:t>
      </w:r>
    </w:p>
    <w:p w14:paraId="79448115" w14:textId="77777777" w:rsidR="00330D39" w:rsidRPr="0028321A" w:rsidRDefault="00330D39" w:rsidP="00933A27">
      <w:pPr>
        <w:tabs>
          <w:tab w:val="num" w:pos="1080"/>
        </w:tabs>
        <w:spacing w:before="120" w:after="0"/>
        <w:ind w:left="720"/>
        <w:rPr>
          <w:szCs w:val="24"/>
        </w:rPr>
      </w:pPr>
      <w:r w:rsidRPr="0028321A">
        <w:rPr>
          <w:szCs w:val="24"/>
        </w:rPr>
        <w:t>The PHA</w:t>
      </w:r>
      <w:r w:rsidR="00556FF2">
        <w:rPr>
          <w:szCs w:val="24"/>
        </w:rPr>
        <w:t xml:space="preserve"> will review and update the </w:t>
      </w:r>
      <w:r w:rsidR="00026D52">
        <w:rPr>
          <w:szCs w:val="24"/>
        </w:rPr>
        <w:t>ACOP</w:t>
      </w:r>
      <w:r w:rsidRPr="0028321A">
        <w:rPr>
          <w:szCs w:val="24"/>
        </w:rPr>
        <w:t xml:space="preserve"> </w:t>
      </w:r>
      <w:r w:rsidR="004F5104">
        <w:rPr>
          <w:szCs w:val="24"/>
        </w:rPr>
        <w:t>as needed</w:t>
      </w:r>
      <w:r w:rsidRPr="0028321A">
        <w:rPr>
          <w:szCs w:val="24"/>
        </w:rPr>
        <w:t xml:space="preserve"> to reflect changes in regulations, PHA operations, or when needed to ensure </w:t>
      </w:r>
      <w:r w:rsidR="00933A27">
        <w:rPr>
          <w:szCs w:val="24"/>
        </w:rPr>
        <w:t>staff consistency in operation.</w:t>
      </w:r>
    </w:p>
    <w:sectPr w:rsidR="00330D39" w:rsidRPr="0028321A" w:rsidSect="007E6F2F">
      <w:headerReference w:type="default" r:id="rId8"/>
      <w:footerReference w:type="default" r:id="rId9"/>
      <w:pgSz w:w="12240" w:h="15840" w:code="1"/>
      <w:pgMar w:top="1440" w:right="1440" w:bottom="1440" w:left="1440" w:header="108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8A2E6" w14:textId="77777777" w:rsidR="00A06E78" w:rsidRDefault="00A06E78">
      <w:r>
        <w:separator/>
      </w:r>
    </w:p>
  </w:endnote>
  <w:endnote w:type="continuationSeparator" w:id="0">
    <w:p w14:paraId="676CE544" w14:textId="77777777" w:rsidR="00A06E78" w:rsidRDefault="00A0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E1395" w14:textId="77777777" w:rsidR="00C01DEC" w:rsidRDefault="00530EF0" w:rsidP="009435F7">
    <w:pPr>
      <w:pStyle w:val="Footer"/>
      <w:framePr w:wrap="around" w:vAnchor="text" w:hAnchor="page" w:xAlign="center" w:y="1"/>
      <w:spacing w:after="0"/>
      <w:rPr>
        <w:rFonts w:ascii="Times New Roman" w:hAnsi="Times New Roman"/>
        <w:b w:val="0"/>
        <w:sz w:val="24"/>
      </w:rPr>
    </w:pPr>
    <w:r>
      <w:rPr>
        <w:rFonts w:ascii="Times New Roman" w:hAnsi="Times New Roman"/>
        <w:b w:val="0"/>
        <w:sz w:val="24"/>
      </w:rPr>
      <w:t>Page</w:t>
    </w:r>
    <w:r w:rsidR="00CC0C96">
      <w:rPr>
        <w:rFonts w:ascii="Times New Roman" w:hAnsi="Times New Roman"/>
        <w:b w:val="0"/>
        <w:sz w:val="24"/>
      </w:rPr>
      <w:t xml:space="preserve"> </w:t>
    </w:r>
    <w:r w:rsidR="00C01DEC">
      <w:rPr>
        <w:rFonts w:ascii="Times New Roman" w:hAnsi="Times New Roman"/>
        <w:b w:val="0"/>
        <w:sz w:val="24"/>
      </w:rPr>
      <w:t>1-</w:t>
    </w:r>
    <w:r w:rsidR="00C01DEC">
      <w:rPr>
        <w:rFonts w:ascii="Times New Roman" w:hAnsi="Times New Roman"/>
        <w:b w:val="0"/>
        <w:sz w:val="24"/>
      </w:rPr>
      <w:fldChar w:fldCharType="begin"/>
    </w:r>
    <w:r w:rsidR="00C01DEC">
      <w:rPr>
        <w:rFonts w:ascii="Times New Roman" w:hAnsi="Times New Roman"/>
        <w:b w:val="0"/>
        <w:sz w:val="24"/>
      </w:rPr>
      <w:instrText xml:space="preserve">page  </w:instrText>
    </w:r>
    <w:r w:rsidR="00C01DEC">
      <w:rPr>
        <w:rFonts w:ascii="Times New Roman" w:hAnsi="Times New Roman"/>
        <w:b w:val="0"/>
        <w:sz w:val="24"/>
      </w:rPr>
      <w:fldChar w:fldCharType="separate"/>
    </w:r>
    <w:r w:rsidR="00223454">
      <w:rPr>
        <w:rFonts w:ascii="Times New Roman" w:hAnsi="Times New Roman"/>
        <w:b w:val="0"/>
        <w:noProof/>
        <w:sz w:val="24"/>
      </w:rPr>
      <w:t>12</w:t>
    </w:r>
    <w:r w:rsidR="00C01DEC">
      <w:rPr>
        <w:rFonts w:ascii="Times New Roman" w:hAnsi="Times New Roman"/>
        <w:b w:val="0"/>
        <w:sz w:val="24"/>
      </w:rPr>
      <w:fldChar w:fldCharType="end"/>
    </w:r>
  </w:p>
  <w:p w14:paraId="2CB214F8" w14:textId="77777777" w:rsidR="00C01DEC" w:rsidRDefault="00835814">
    <w:pPr>
      <w:pStyle w:val="Footer"/>
      <w:tabs>
        <w:tab w:val="clear" w:pos="4320"/>
        <w:tab w:val="clear" w:pos="8640"/>
        <w:tab w:val="center" w:pos="4680"/>
        <w:tab w:val="right" w:pos="9360"/>
      </w:tabs>
      <w:spacing w:after="0"/>
      <w:rPr>
        <w:rFonts w:ascii="Times New Roman" w:hAnsi="Times New Roman"/>
        <w:b w:val="0"/>
      </w:rPr>
    </w:pPr>
    <w:r w:rsidRPr="00796C25">
      <w:rPr>
        <w:szCs w:val="18"/>
      </w:rPr>
      <w:t>©</w:t>
    </w:r>
    <w:r w:rsidR="00C01DEC">
      <w:rPr>
        <w:rFonts w:ascii="Times New Roman" w:hAnsi="Times New Roman"/>
        <w:b w:val="0"/>
      </w:rPr>
      <w:t xml:space="preserve"> Copyright </w:t>
    </w:r>
    <w:r w:rsidR="007425F8">
      <w:rPr>
        <w:rFonts w:ascii="Times New Roman" w:hAnsi="Times New Roman"/>
        <w:b w:val="0"/>
      </w:rPr>
      <w:t xml:space="preserve">2024 </w:t>
    </w:r>
    <w:r w:rsidR="00C01DEC">
      <w:rPr>
        <w:rFonts w:ascii="Times New Roman" w:hAnsi="Times New Roman"/>
        <w:b w:val="0"/>
      </w:rPr>
      <w:t>Nan McKay &amp; Associates</w:t>
    </w:r>
    <w:r w:rsidR="00C01DEC">
      <w:rPr>
        <w:rFonts w:ascii="Times New Roman" w:hAnsi="Times New Roman"/>
        <w:b w:val="0"/>
      </w:rPr>
      <w:tab/>
    </w:r>
    <w:r w:rsidR="00C01DEC">
      <w:rPr>
        <w:rFonts w:ascii="Times New Roman" w:hAnsi="Times New Roman"/>
        <w:b w:val="0"/>
      </w:rPr>
      <w:tab/>
    </w:r>
    <w:r w:rsidR="001A53AF">
      <w:rPr>
        <w:rFonts w:ascii="Times New Roman" w:hAnsi="Times New Roman"/>
        <w:b w:val="0"/>
      </w:rPr>
      <w:t xml:space="preserve">ACOP </w:t>
    </w:r>
    <w:r w:rsidR="007425F8">
      <w:rPr>
        <w:rFonts w:ascii="Times New Roman" w:hAnsi="Times New Roman"/>
        <w:b w:val="0"/>
      </w:rPr>
      <w:t>11/1/24</w:t>
    </w:r>
  </w:p>
  <w:p w14:paraId="46DB3FC4" w14:textId="77777777" w:rsidR="00C01DEC" w:rsidRDefault="00C01DEC">
    <w:pPr>
      <w:tabs>
        <w:tab w:val="right" w:pos="9360"/>
      </w:tabs>
      <w:spacing w:before="0" w:after="0"/>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62862" w14:textId="77777777" w:rsidR="00A06E78" w:rsidRDefault="00A06E78">
      <w:r>
        <w:separator/>
      </w:r>
    </w:p>
  </w:footnote>
  <w:footnote w:type="continuationSeparator" w:id="0">
    <w:p w14:paraId="3CB1D2C4" w14:textId="77777777" w:rsidR="00A06E78" w:rsidRDefault="00A06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82E23" w14:textId="77777777" w:rsidR="003D7788" w:rsidRPr="009435F7" w:rsidRDefault="003D7788" w:rsidP="009435F7">
    <w:pPr>
      <w:pStyle w:val="Header"/>
      <w:spacing w:before="0" w:after="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lvlText w:val="%1."/>
      <w:legacy w:legacy="1" w:legacySpace="0" w:legacyIndent="720"/>
      <w:lvlJc w:val="left"/>
      <w:pPr>
        <w:ind w:left="720" w:hanging="720"/>
      </w:pPr>
      <w:rPr>
        <w:b w:val="0"/>
        <w:i w:val="0"/>
      </w:rPr>
    </w:lvl>
    <w:lvl w:ilvl="1">
      <w:start w:val="1"/>
      <w:numFmt w:val="lowerLetter"/>
      <w:pStyle w:val="Heading2"/>
      <w:lvlText w:val="%2."/>
      <w:legacy w:legacy="1" w:legacySpace="0" w:legacyIndent="360"/>
      <w:lvlJc w:val="left"/>
      <w:pPr>
        <w:ind w:left="1080" w:hanging="360"/>
      </w:pPr>
      <w:rPr>
        <w:b w:val="0"/>
        <w:i w:val="0"/>
      </w:r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abstractNum w:abstractNumId="1" w15:restartNumberingAfterBreak="0">
    <w:nsid w:val="14EC6177"/>
    <w:multiLevelType w:val="hybridMultilevel"/>
    <w:tmpl w:val="B2CCC1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8B460AD"/>
    <w:multiLevelType w:val="hybridMultilevel"/>
    <w:tmpl w:val="421EDF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8D14BDB"/>
    <w:multiLevelType w:val="hybridMultilevel"/>
    <w:tmpl w:val="CA6073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AAF52EB"/>
    <w:multiLevelType w:val="hybridMultilevel"/>
    <w:tmpl w:val="8DC684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EB29E9"/>
    <w:multiLevelType w:val="hybridMultilevel"/>
    <w:tmpl w:val="2498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24DFC"/>
    <w:multiLevelType w:val="hybridMultilevel"/>
    <w:tmpl w:val="72E4370E"/>
    <w:lvl w:ilvl="0" w:tplc="DE7E34D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61213A"/>
    <w:multiLevelType w:val="hybridMultilevel"/>
    <w:tmpl w:val="B998B244"/>
    <w:lvl w:ilvl="0" w:tplc="503EB06E">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741135E"/>
    <w:multiLevelType w:val="multilevel"/>
    <w:tmpl w:val="B2CCC15E"/>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A471376"/>
    <w:multiLevelType w:val="hybridMultilevel"/>
    <w:tmpl w:val="7240A2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7DD2D81"/>
    <w:multiLevelType w:val="hybridMultilevel"/>
    <w:tmpl w:val="D91CA6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AA67B01"/>
    <w:multiLevelType w:val="hybridMultilevel"/>
    <w:tmpl w:val="D4A8C7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9E23E0"/>
    <w:multiLevelType w:val="multilevel"/>
    <w:tmpl w:val="2D72D8B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4C00A2F"/>
    <w:multiLevelType w:val="hybridMultilevel"/>
    <w:tmpl w:val="37A659E4"/>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AE4556"/>
    <w:multiLevelType w:val="hybridMultilevel"/>
    <w:tmpl w:val="66FA06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32F3557"/>
    <w:multiLevelType w:val="hybridMultilevel"/>
    <w:tmpl w:val="2D72D8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BA70D02"/>
    <w:multiLevelType w:val="hybridMultilevel"/>
    <w:tmpl w:val="81CCD7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935015275">
    <w:abstractNumId w:val="0"/>
  </w:num>
  <w:num w:numId="2" w16cid:durableId="1022246614">
    <w:abstractNumId w:val="14"/>
  </w:num>
  <w:num w:numId="3" w16cid:durableId="1807896008">
    <w:abstractNumId w:val="15"/>
  </w:num>
  <w:num w:numId="4" w16cid:durableId="848526761">
    <w:abstractNumId w:val="2"/>
  </w:num>
  <w:num w:numId="5" w16cid:durableId="349458115">
    <w:abstractNumId w:val="16"/>
  </w:num>
  <w:num w:numId="6" w16cid:durableId="1444030519">
    <w:abstractNumId w:val="1"/>
  </w:num>
  <w:num w:numId="7" w16cid:durableId="248121369">
    <w:abstractNumId w:val="10"/>
  </w:num>
  <w:num w:numId="8" w16cid:durableId="1195731561">
    <w:abstractNumId w:val="9"/>
  </w:num>
  <w:num w:numId="9" w16cid:durableId="163790774">
    <w:abstractNumId w:val="13"/>
  </w:num>
  <w:num w:numId="10" w16cid:durableId="1588618054">
    <w:abstractNumId w:val="4"/>
  </w:num>
  <w:num w:numId="11" w16cid:durableId="1368722212">
    <w:abstractNumId w:val="3"/>
  </w:num>
  <w:num w:numId="12" w16cid:durableId="520976268">
    <w:abstractNumId w:val="6"/>
  </w:num>
  <w:num w:numId="13" w16cid:durableId="117143428">
    <w:abstractNumId w:val="11"/>
  </w:num>
  <w:num w:numId="14" w16cid:durableId="1619095366">
    <w:abstractNumId w:val="5"/>
  </w:num>
  <w:num w:numId="15" w16cid:durableId="610212864">
    <w:abstractNumId w:val="12"/>
  </w:num>
  <w:num w:numId="16" w16cid:durableId="1940674814">
    <w:abstractNumId w:val="8"/>
  </w:num>
  <w:num w:numId="17" w16cid:durableId="12446779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fillcolor="yellow">
      <v:fill color="yellow"/>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FF8"/>
    <w:rsid w:val="00017568"/>
    <w:rsid w:val="000214B2"/>
    <w:rsid w:val="00024313"/>
    <w:rsid w:val="00026D52"/>
    <w:rsid w:val="000278BE"/>
    <w:rsid w:val="00033C67"/>
    <w:rsid w:val="00045C8F"/>
    <w:rsid w:val="00052492"/>
    <w:rsid w:val="00056FAA"/>
    <w:rsid w:val="00061CC8"/>
    <w:rsid w:val="00067CA2"/>
    <w:rsid w:val="000733CC"/>
    <w:rsid w:val="00076731"/>
    <w:rsid w:val="00093AFA"/>
    <w:rsid w:val="000962E1"/>
    <w:rsid w:val="000B3279"/>
    <w:rsid w:val="000C3882"/>
    <w:rsid w:val="000D53BA"/>
    <w:rsid w:val="000F2807"/>
    <w:rsid w:val="000F55C5"/>
    <w:rsid w:val="000F5BBE"/>
    <w:rsid w:val="00112E3F"/>
    <w:rsid w:val="00114400"/>
    <w:rsid w:val="001529F5"/>
    <w:rsid w:val="00153570"/>
    <w:rsid w:val="00167DEF"/>
    <w:rsid w:val="001763DD"/>
    <w:rsid w:val="00176F92"/>
    <w:rsid w:val="001775FB"/>
    <w:rsid w:val="00181C9F"/>
    <w:rsid w:val="00190519"/>
    <w:rsid w:val="00190FA1"/>
    <w:rsid w:val="00191F76"/>
    <w:rsid w:val="001928EB"/>
    <w:rsid w:val="001A53AF"/>
    <w:rsid w:val="001A6BAD"/>
    <w:rsid w:val="001B62B4"/>
    <w:rsid w:val="001C4507"/>
    <w:rsid w:val="001C4F51"/>
    <w:rsid w:val="001E1932"/>
    <w:rsid w:val="00200173"/>
    <w:rsid w:val="00202306"/>
    <w:rsid w:val="002157A2"/>
    <w:rsid w:val="00222791"/>
    <w:rsid w:val="00223454"/>
    <w:rsid w:val="0022759B"/>
    <w:rsid w:val="002359DE"/>
    <w:rsid w:val="0025258A"/>
    <w:rsid w:val="00262F83"/>
    <w:rsid w:val="00273723"/>
    <w:rsid w:val="0027408A"/>
    <w:rsid w:val="00276D14"/>
    <w:rsid w:val="0028321A"/>
    <w:rsid w:val="0028500C"/>
    <w:rsid w:val="00291F67"/>
    <w:rsid w:val="0029661D"/>
    <w:rsid w:val="002A5A90"/>
    <w:rsid w:val="002B03B8"/>
    <w:rsid w:val="002C4DF8"/>
    <w:rsid w:val="002C640F"/>
    <w:rsid w:val="002C7351"/>
    <w:rsid w:val="002D0BC0"/>
    <w:rsid w:val="002D260D"/>
    <w:rsid w:val="002D67BA"/>
    <w:rsid w:val="002E000A"/>
    <w:rsid w:val="0030333C"/>
    <w:rsid w:val="003040FD"/>
    <w:rsid w:val="00304543"/>
    <w:rsid w:val="003151E8"/>
    <w:rsid w:val="00317983"/>
    <w:rsid w:val="003224AA"/>
    <w:rsid w:val="003278EA"/>
    <w:rsid w:val="00330181"/>
    <w:rsid w:val="00330D39"/>
    <w:rsid w:val="00331065"/>
    <w:rsid w:val="00331858"/>
    <w:rsid w:val="00335AE7"/>
    <w:rsid w:val="0035131A"/>
    <w:rsid w:val="003513DC"/>
    <w:rsid w:val="00353EAF"/>
    <w:rsid w:val="003662AE"/>
    <w:rsid w:val="00371454"/>
    <w:rsid w:val="00376EDD"/>
    <w:rsid w:val="003966B0"/>
    <w:rsid w:val="003A3AAD"/>
    <w:rsid w:val="003A4726"/>
    <w:rsid w:val="003A62D1"/>
    <w:rsid w:val="003A71E0"/>
    <w:rsid w:val="003A7FF8"/>
    <w:rsid w:val="003B5D84"/>
    <w:rsid w:val="003C0692"/>
    <w:rsid w:val="003D081C"/>
    <w:rsid w:val="003D120F"/>
    <w:rsid w:val="003D7788"/>
    <w:rsid w:val="003E0264"/>
    <w:rsid w:val="003F2185"/>
    <w:rsid w:val="003F4289"/>
    <w:rsid w:val="003F4679"/>
    <w:rsid w:val="00406185"/>
    <w:rsid w:val="00411BC9"/>
    <w:rsid w:val="004146A3"/>
    <w:rsid w:val="0043269D"/>
    <w:rsid w:val="004403CD"/>
    <w:rsid w:val="004448BC"/>
    <w:rsid w:val="0044535C"/>
    <w:rsid w:val="0046050B"/>
    <w:rsid w:val="00470EDE"/>
    <w:rsid w:val="00474B9C"/>
    <w:rsid w:val="0048640D"/>
    <w:rsid w:val="0049594A"/>
    <w:rsid w:val="004A22A6"/>
    <w:rsid w:val="004B0205"/>
    <w:rsid w:val="004B4143"/>
    <w:rsid w:val="004C0E85"/>
    <w:rsid w:val="004E7E7F"/>
    <w:rsid w:val="004F5104"/>
    <w:rsid w:val="004F7C78"/>
    <w:rsid w:val="005114F2"/>
    <w:rsid w:val="005116AB"/>
    <w:rsid w:val="005148F9"/>
    <w:rsid w:val="00525B15"/>
    <w:rsid w:val="00530EF0"/>
    <w:rsid w:val="00531922"/>
    <w:rsid w:val="005328CC"/>
    <w:rsid w:val="00532C52"/>
    <w:rsid w:val="0054103B"/>
    <w:rsid w:val="005546AE"/>
    <w:rsid w:val="00556FF2"/>
    <w:rsid w:val="00560109"/>
    <w:rsid w:val="00575E5F"/>
    <w:rsid w:val="00584751"/>
    <w:rsid w:val="00584870"/>
    <w:rsid w:val="00586D52"/>
    <w:rsid w:val="005D411E"/>
    <w:rsid w:val="005D53DB"/>
    <w:rsid w:val="005E4E45"/>
    <w:rsid w:val="005F7873"/>
    <w:rsid w:val="00603A80"/>
    <w:rsid w:val="006154CB"/>
    <w:rsid w:val="00627D1E"/>
    <w:rsid w:val="00630B87"/>
    <w:rsid w:val="00646872"/>
    <w:rsid w:val="006478AE"/>
    <w:rsid w:val="0066389B"/>
    <w:rsid w:val="00666808"/>
    <w:rsid w:val="00673C66"/>
    <w:rsid w:val="00684EEF"/>
    <w:rsid w:val="00685A3C"/>
    <w:rsid w:val="00687C30"/>
    <w:rsid w:val="006937FB"/>
    <w:rsid w:val="006C4EF3"/>
    <w:rsid w:val="006D3F51"/>
    <w:rsid w:val="006D74D2"/>
    <w:rsid w:val="006E15C5"/>
    <w:rsid w:val="006E325F"/>
    <w:rsid w:val="00700513"/>
    <w:rsid w:val="0070099E"/>
    <w:rsid w:val="007042A5"/>
    <w:rsid w:val="00710087"/>
    <w:rsid w:val="00724A91"/>
    <w:rsid w:val="00733D24"/>
    <w:rsid w:val="0073468C"/>
    <w:rsid w:val="007425F8"/>
    <w:rsid w:val="007456FF"/>
    <w:rsid w:val="00745EF3"/>
    <w:rsid w:val="00745F32"/>
    <w:rsid w:val="0075530C"/>
    <w:rsid w:val="00764D21"/>
    <w:rsid w:val="00766EC6"/>
    <w:rsid w:val="0077139B"/>
    <w:rsid w:val="00783763"/>
    <w:rsid w:val="00786AE7"/>
    <w:rsid w:val="00787CB4"/>
    <w:rsid w:val="00794E09"/>
    <w:rsid w:val="007A0C04"/>
    <w:rsid w:val="007B47D7"/>
    <w:rsid w:val="007C1016"/>
    <w:rsid w:val="007C3520"/>
    <w:rsid w:val="007C5AC7"/>
    <w:rsid w:val="007D4065"/>
    <w:rsid w:val="007D596F"/>
    <w:rsid w:val="007D604D"/>
    <w:rsid w:val="007E1D09"/>
    <w:rsid w:val="007E24AE"/>
    <w:rsid w:val="007E459E"/>
    <w:rsid w:val="007E6F2F"/>
    <w:rsid w:val="007F3AE1"/>
    <w:rsid w:val="007F74CE"/>
    <w:rsid w:val="008044A1"/>
    <w:rsid w:val="00806B0C"/>
    <w:rsid w:val="008123E8"/>
    <w:rsid w:val="008210BE"/>
    <w:rsid w:val="008231DD"/>
    <w:rsid w:val="0083294B"/>
    <w:rsid w:val="0083299D"/>
    <w:rsid w:val="00835814"/>
    <w:rsid w:val="00837809"/>
    <w:rsid w:val="00841F55"/>
    <w:rsid w:val="0084663E"/>
    <w:rsid w:val="00846709"/>
    <w:rsid w:val="008719A9"/>
    <w:rsid w:val="00876051"/>
    <w:rsid w:val="008977B5"/>
    <w:rsid w:val="008A1CC4"/>
    <w:rsid w:val="008A5F11"/>
    <w:rsid w:val="008A7888"/>
    <w:rsid w:val="008B12D0"/>
    <w:rsid w:val="008B3979"/>
    <w:rsid w:val="008B6CB8"/>
    <w:rsid w:val="008C061D"/>
    <w:rsid w:val="008C1455"/>
    <w:rsid w:val="008C161B"/>
    <w:rsid w:val="008C19A3"/>
    <w:rsid w:val="008E77A1"/>
    <w:rsid w:val="008F7408"/>
    <w:rsid w:val="00906CF1"/>
    <w:rsid w:val="00906F74"/>
    <w:rsid w:val="009130DC"/>
    <w:rsid w:val="00923D96"/>
    <w:rsid w:val="00924F3E"/>
    <w:rsid w:val="00931D2D"/>
    <w:rsid w:val="00933A27"/>
    <w:rsid w:val="00936F9A"/>
    <w:rsid w:val="009435F7"/>
    <w:rsid w:val="00963AEC"/>
    <w:rsid w:val="0097094F"/>
    <w:rsid w:val="00972E4B"/>
    <w:rsid w:val="00973560"/>
    <w:rsid w:val="00976BF3"/>
    <w:rsid w:val="00977CC1"/>
    <w:rsid w:val="0098398E"/>
    <w:rsid w:val="009874D9"/>
    <w:rsid w:val="00991044"/>
    <w:rsid w:val="009A0FA5"/>
    <w:rsid w:val="009A4AC2"/>
    <w:rsid w:val="009B3D03"/>
    <w:rsid w:val="009C4067"/>
    <w:rsid w:val="009C5FA3"/>
    <w:rsid w:val="009E28DA"/>
    <w:rsid w:val="009E439C"/>
    <w:rsid w:val="009F0854"/>
    <w:rsid w:val="009F34E7"/>
    <w:rsid w:val="00A06E78"/>
    <w:rsid w:val="00A1467A"/>
    <w:rsid w:val="00A17303"/>
    <w:rsid w:val="00A240AB"/>
    <w:rsid w:val="00A242F8"/>
    <w:rsid w:val="00A339EA"/>
    <w:rsid w:val="00A34D28"/>
    <w:rsid w:val="00A51182"/>
    <w:rsid w:val="00A520C5"/>
    <w:rsid w:val="00A52D6C"/>
    <w:rsid w:val="00A574D6"/>
    <w:rsid w:val="00A7346D"/>
    <w:rsid w:val="00A751AF"/>
    <w:rsid w:val="00A77C3C"/>
    <w:rsid w:val="00A84118"/>
    <w:rsid w:val="00AA34EC"/>
    <w:rsid w:val="00AB21E8"/>
    <w:rsid w:val="00AB2933"/>
    <w:rsid w:val="00AB6B9A"/>
    <w:rsid w:val="00AC104E"/>
    <w:rsid w:val="00AD0A1A"/>
    <w:rsid w:val="00AE1E9D"/>
    <w:rsid w:val="00AE4050"/>
    <w:rsid w:val="00AE783D"/>
    <w:rsid w:val="00AF19DA"/>
    <w:rsid w:val="00AF491B"/>
    <w:rsid w:val="00B06275"/>
    <w:rsid w:val="00B067D5"/>
    <w:rsid w:val="00B105A5"/>
    <w:rsid w:val="00B10620"/>
    <w:rsid w:val="00B10F1A"/>
    <w:rsid w:val="00B2291C"/>
    <w:rsid w:val="00B24F64"/>
    <w:rsid w:val="00B2509A"/>
    <w:rsid w:val="00B3161D"/>
    <w:rsid w:val="00B33A89"/>
    <w:rsid w:val="00B374EC"/>
    <w:rsid w:val="00B5055F"/>
    <w:rsid w:val="00B53731"/>
    <w:rsid w:val="00B53B4B"/>
    <w:rsid w:val="00B577AF"/>
    <w:rsid w:val="00B639E6"/>
    <w:rsid w:val="00B648CD"/>
    <w:rsid w:val="00B721C9"/>
    <w:rsid w:val="00B82EEE"/>
    <w:rsid w:val="00B8622C"/>
    <w:rsid w:val="00BA32E2"/>
    <w:rsid w:val="00BA5094"/>
    <w:rsid w:val="00BB30CA"/>
    <w:rsid w:val="00BC315C"/>
    <w:rsid w:val="00BC34D1"/>
    <w:rsid w:val="00BD671D"/>
    <w:rsid w:val="00BE4150"/>
    <w:rsid w:val="00BE5DCD"/>
    <w:rsid w:val="00BF02D3"/>
    <w:rsid w:val="00BF0E75"/>
    <w:rsid w:val="00C01DEC"/>
    <w:rsid w:val="00C05A91"/>
    <w:rsid w:val="00C11A50"/>
    <w:rsid w:val="00C13B18"/>
    <w:rsid w:val="00C34DEC"/>
    <w:rsid w:val="00C36C12"/>
    <w:rsid w:val="00C374B8"/>
    <w:rsid w:val="00C47931"/>
    <w:rsid w:val="00C63B91"/>
    <w:rsid w:val="00C67C5E"/>
    <w:rsid w:val="00C67D77"/>
    <w:rsid w:val="00C72750"/>
    <w:rsid w:val="00C8053E"/>
    <w:rsid w:val="00C85F1D"/>
    <w:rsid w:val="00C90D92"/>
    <w:rsid w:val="00CB004A"/>
    <w:rsid w:val="00CC0C96"/>
    <w:rsid w:val="00CD039F"/>
    <w:rsid w:val="00CE016F"/>
    <w:rsid w:val="00D01492"/>
    <w:rsid w:val="00D03934"/>
    <w:rsid w:val="00D13CCC"/>
    <w:rsid w:val="00D221A9"/>
    <w:rsid w:val="00D2476A"/>
    <w:rsid w:val="00D2599C"/>
    <w:rsid w:val="00D333E2"/>
    <w:rsid w:val="00D443BB"/>
    <w:rsid w:val="00D45DE2"/>
    <w:rsid w:val="00D502E0"/>
    <w:rsid w:val="00D5157B"/>
    <w:rsid w:val="00D52381"/>
    <w:rsid w:val="00D57AAC"/>
    <w:rsid w:val="00D72C89"/>
    <w:rsid w:val="00D73FD6"/>
    <w:rsid w:val="00D80029"/>
    <w:rsid w:val="00D85A9D"/>
    <w:rsid w:val="00DA1533"/>
    <w:rsid w:val="00DA2EF2"/>
    <w:rsid w:val="00DB47B4"/>
    <w:rsid w:val="00DE4F9E"/>
    <w:rsid w:val="00DF6B57"/>
    <w:rsid w:val="00DF7AAC"/>
    <w:rsid w:val="00E00D88"/>
    <w:rsid w:val="00E01B47"/>
    <w:rsid w:val="00E06692"/>
    <w:rsid w:val="00E23F7A"/>
    <w:rsid w:val="00E25080"/>
    <w:rsid w:val="00E30259"/>
    <w:rsid w:val="00E37ED9"/>
    <w:rsid w:val="00E51F4A"/>
    <w:rsid w:val="00E62561"/>
    <w:rsid w:val="00E73BC9"/>
    <w:rsid w:val="00E73F02"/>
    <w:rsid w:val="00E8142C"/>
    <w:rsid w:val="00E926CD"/>
    <w:rsid w:val="00E92942"/>
    <w:rsid w:val="00EA54D1"/>
    <w:rsid w:val="00EB024B"/>
    <w:rsid w:val="00EB6583"/>
    <w:rsid w:val="00EE1917"/>
    <w:rsid w:val="00EE6416"/>
    <w:rsid w:val="00EF73AA"/>
    <w:rsid w:val="00F00C8B"/>
    <w:rsid w:val="00F04F22"/>
    <w:rsid w:val="00F052C8"/>
    <w:rsid w:val="00F20CB2"/>
    <w:rsid w:val="00F26AE0"/>
    <w:rsid w:val="00F32ABA"/>
    <w:rsid w:val="00F410EE"/>
    <w:rsid w:val="00F459E2"/>
    <w:rsid w:val="00F53C86"/>
    <w:rsid w:val="00F556E1"/>
    <w:rsid w:val="00F7315D"/>
    <w:rsid w:val="00F7425F"/>
    <w:rsid w:val="00F74546"/>
    <w:rsid w:val="00F745C1"/>
    <w:rsid w:val="00F74B30"/>
    <w:rsid w:val="00F7731D"/>
    <w:rsid w:val="00F815DC"/>
    <w:rsid w:val="00F87F2B"/>
    <w:rsid w:val="00FB489C"/>
    <w:rsid w:val="00FE0AF2"/>
    <w:rsid w:val="00FE1CDA"/>
    <w:rsid w:val="00FE3EB0"/>
    <w:rsid w:val="00FF0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yellow">
      <v:fill color="yellow"/>
    </o:shapedefaults>
    <o:shapelayout v:ext="edit">
      <o:idmap v:ext="edit" data="2"/>
    </o:shapelayout>
  </w:shapeDefaults>
  <w:decimalSymbol w:val="."/>
  <w:listSeparator w:val=","/>
  <w14:docId w14:val="3E2F7E99"/>
  <w15:chartTrackingRefBased/>
  <w15:docId w15:val="{1943A5EA-1AFE-4768-A17F-ECCC86FE5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spacing w:before="140" w:after="140"/>
    </w:pPr>
    <w:rPr>
      <w:color w:val="000000"/>
      <w:sz w:val="24"/>
    </w:rPr>
  </w:style>
  <w:style w:type="paragraph" w:styleId="Heading1">
    <w:name w:val="heading 1"/>
    <w:basedOn w:val="Normal"/>
    <w:next w:val="Normal"/>
    <w:qFormat/>
    <w:pPr>
      <w:keepNext/>
      <w:tabs>
        <w:tab w:val="left" w:pos="576"/>
      </w:tabs>
      <w:spacing w:before="180" w:after="20"/>
      <w:ind w:left="576" w:hanging="576"/>
      <w:outlineLvl w:val="0"/>
    </w:pPr>
    <w:rPr>
      <w:rFonts w:ascii="Book Antiqua" w:hAnsi="Book Antiqua"/>
      <w:snapToGrid w:val="0"/>
      <w:kern w:val="28"/>
    </w:rPr>
  </w:style>
  <w:style w:type="paragraph" w:styleId="Heading2">
    <w:name w:val="heading 2"/>
    <w:basedOn w:val="Normal"/>
    <w:next w:val="Normal"/>
    <w:qFormat/>
    <w:pPr>
      <w:numPr>
        <w:ilvl w:val="1"/>
        <w:numId w:val="1"/>
      </w:numPr>
      <w:spacing w:before="20" w:after="40"/>
      <w:outlineLvl w:val="1"/>
    </w:pPr>
    <w:rPr>
      <w:b/>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keepNext/>
      <w:tabs>
        <w:tab w:val="left" w:pos="532"/>
        <w:tab w:val="left" w:pos="720"/>
        <w:tab w:val="left" w:leader="underscore" w:pos="2160"/>
        <w:tab w:val="left" w:leader="underscore" w:pos="5760"/>
        <w:tab w:val="left" w:leader="underscore" w:pos="7200"/>
        <w:tab w:val="left" w:pos="7920"/>
        <w:tab w:val="left" w:leader="underscore" w:pos="8640"/>
      </w:tabs>
      <w:spacing w:after="240"/>
      <w:jc w:val="center"/>
    </w:pPr>
    <w:rPr>
      <w:b/>
      <w:kern w:val="28"/>
    </w:rPr>
  </w:style>
  <w:style w:type="paragraph" w:styleId="Footer">
    <w:name w:val="footer"/>
    <w:basedOn w:val="Normal"/>
    <w:pPr>
      <w:tabs>
        <w:tab w:val="center" w:pos="4320"/>
        <w:tab w:val="right" w:pos="8640"/>
      </w:tabs>
      <w:spacing w:before="0"/>
    </w:pPr>
    <w:rPr>
      <w:rFonts w:ascii="Arial Narrow" w:hAnsi="Arial Narrow"/>
      <w:b/>
      <w:sz w:val="18"/>
    </w:rPr>
  </w:style>
  <w:style w:type="paragraph" w:customStyle="1" w:styleId="pih">
    <w:name w:val="pih"/>
    <w:basedOn w:val="Normal"/>
    <w:pPr>
      <w:spacing w:before="0" w:after="0"/>
    </w:pPr>
    <w:rPr>
      <w:rFonts w:ascii="CourierNew" w:hAnsi="CourierNew"/>
      <w:snapToGrid w:val="0"/>
    </w:rPr>
  </w:style>
  <w:style w:type="paragraph" w:customStyle="1" w:styleId="ABLOCKPARA">
    <w:name w:val="A BLOCK PARA"/>
    <w:basedOn w:val="Normal"/>
    <w:rPr>
      <w:rFonts w:ascii="Arial" w:hAnsi="Arial"/>
      <w:b/>
      <w:color w:val="auto"/>
    </w:rPr>
  </w:style>
  <w:style w:type="paragraph" w:styleId="Header">
    <w:name w:val="header"/>
    <w:basedOn w:val="Normal"/>
    <w:pPr>
      <w:tabs>
        <w:tab w:val="center" w:pos="4320"/>
        <w:tab w:val="right" w:pos="8640"/>
      </w:tabs>
    </w:pPr>
  </w:style>
  <w:style w:type="paragraph" w:styleId="BodyText">
    <w:name w:val="Body Text"/>
    <w:basedOn w:val="Normal"/>
    <w:pPr>
      <w:keepLines/>
      <w:tabs>
        <w:tab w:val="left" w:pos="-720"/>
        <w:tab w:val="left" w:pos="0"/>
      </w:tabs>
      <w:suppressAutoHyphens w:val="0"/>
      <w:spacing w:before="0" w:after="0"/>
    </w:pPr>
    <w:rPr>
      <w:i/>
    </w:rPr>
  </w:style>
  <w:style w:type="paragraph" w:styleId="BalloonText">
    <w:name w:val="Balloon Text"/>
    <w:basedOn w:val="Normal"/>
    <w:semiHidden/>
    <w:rsid w:val="00586D52"/>
    <w:rPr>
      <w:rFonts w:ascii="Tahoma" w:hAnsi="Tahoma" w:cs="Tahoma"/>
      <w:sz w:val="16"/>
      <w:szCs w:val="16"/>
    </w:rPr>
  </w:style>
  <w:style w:type="table" w:styleId="TableGrid">
    <w:name w:val="Table Grid"/>
    <w:basedOn w:val="TableNormal"/>
    <w:rsid w:val="008A7888"/>
    <w:pPr>
      <w:suppressAutoHyphens/>
      <w:spacing w:before="140" w:after="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1C9F"/>
    <w:rPr>
      <w:color w:val="000000"/>
      <w:sz w:val="24"/>
    </w:rPr>
  </w:style>
  <w:style w:type="character" w:styleId="Hyperlink">
    <w:name w:val="Hyperlink"/>
    <w:uiPriority w:val="99"/>
    <w:unhideWhenUsed/>
    <w:rsid w:val="009874D9"/>
    <w:rPr>
      <w:color w:val="0000FF"/>
      <w:u w:val="single"/>
    </w:rPr>
  </w:style>
  <w:style w:type="character" w:styleId="Emphasis">
    <w:name w:val="Emphasis"/>
    <w:uiPriority w:val="20"/>
    <w:qFormat/>
    <w:rsid w:val="009874D9"/>
    <w:rPr>
      <w:i/>
      <w:iCs/>
    </w:rPr>
  </w:style>
  <w:style w:type="character" w:styleId="CommentReference">
    <w:name w:val="annotation reference"/>
    <w:rsid w:val="00B10F1A"/>
    <w:rPr>
      <w:sz w:val="16"/>
      <w:szCs w:val="16"/>
    </w:rPr>
  </w:style>
  <w:style w:type="paragraph" w:styleId="CommentText">
    <w:name w:val="annotation text"/>
    <w:basedOn w:val="Normal"/>
    <w:link w:val="CommentTextChar"/>
    <w:rsid w:val="00B10F1A"/>
    <w:rPr>
      <w:sz w:val="20"/>
    </w:rPr>
  </w:style>
  <w:style w:type="character" w:customStyle="1" w:styleId="CommentTextChar">
    <w:name w:val="Comment Text Char"/>
    <w:link w:val="CommentText"/>
    <w:rsid w:val="00B10F1A"/>
    <w:rPr>
      <w:color w:val="000000"/>
    </w:rPr>
  </w:style>
  <w:style w:type="paragraph" w:styleId="CommentSubject">
    <w:name w:val="annotation subject"/>
    <w:basedOn w:val="CommentText"/>
    <w:next w:val="CommentText"/>
    <w:link w:val="CommentSubjectChar"/>
    <w:rsid w:val="00B10F1A"/>
    <w:rPr>
      <w:b/>
      <w:bCs/>
    </w:rPr>
  </w:style>
  <w:style w:type="character" w:customStyle="1" w:styleId="CommentSubjectChar">
    <w:name w:val="Comment Subject Char"/>
    <w:link w:val="CommentSubject"/>
    <w:rsid w:val="00B10F1A"/>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d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adm.dot</Template>
  <TotalTime>0</TotalTime>
  <Pages>12</Pages>
  <Words>2823</Words>
  <Characters>16093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Chapter 1: Overview of the Program &amp; Plan</vt:lpstr>
    </vt:vector>
  </TitlesOfParts>
  <Company>Nan McKay and Associates, Inc.</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Overview of the Program &amp; Plan</dc:title>
  <dc:subject/>
  <dc:creator>jcohen</dc:creator>
  <cp:keywords/>
  <cp:lastModifiedBy>Kaylene Holvenstot</cp:lastModifiedBy>
  <cp:revision>2</cp:revision>
  <cp:lastPrinted>2023-11-06T23:58:00Z</cp:lastPrinted>
  <dcterms:created xsi:type="dcterms:W3CDTF">2025-08-29T20:19:00Z</dcterms:created>
  <dcterms:modified xsi:type="dcterms:W3CDTF">2025-08-29T20:19:00Z</dcterms:modified>
</cp:coreProperties>
</file>